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7CC86" w14:textId="77777777" w:rsidR="0036684F" w:rsidRPr="000771E2" w:rsidRDefault="0036684F" w:rsidP="0036684F">
      <w:pPr>
        <w:ind w:left="11520"/>
        <w:rPr>
          <w:sz w:val="24"/>
          <w:szCs w:val="24"/>
        </w:rPr>
      </w:pPr>
      <w:bookmarkStart w:id="0" w:name="_Hlk72850178"/>
      <w:bookmarkStart w:id="1" w:name="_GoBack"/>
      <w:bookmarkEnd w:id="1"/>
      <w:r>
        <w:rPr>
          <w:sz w:val="24"/>
          <w:szCs w:val="24"/>
        </w:rPr>
        <w:t>Приложение 1</w:t>
      </w:r>
    </w:p>
    <w:p w14:paraId="25EEDB07" w14:textId="256528EB" w:rsidR="00A94E4E" w:rsidRPr="000771E2" w:rsidRDefault="0036684F" w:rsidP="00A94E4E">
      <w:pPr>
        <w:ind w:left="11520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0771E2">
        <w:rPr>
          <w:sz w:val="24"/>
          <w:szCs w:val="24"/>
        </w:rPr>
        <w:t>по</w:t>
      </w:r>
      <w:r w:rsidR="00A94E4E" w:rsidRPr="000771E2">
        <w:rPr>
          <w:sz w:val="24"/>
          <w:szCs w:val="24"/>
        </w:rPr>
        <w:t>становлени</w:t>
      </w:r>
      <w:r w:rsidR="00A94E4E">
        <w:rPr>
          <w:sz w:val="24"/>
          <w:szCs w:val="24"/>
        </w:rPr>
        <w:t>ю</w:t>
      </w:r>
      <w:r w:rsidR="00A94E4E" w:rsidRPr="000771E2">
        <w:rPr>
          <w:sz w:val="24"/>
          <w:szCs w:val="24"/>
        </w:rPr>
        <w:t xml:space="preserve"> администрации </w:t>
      </w:r>
    </w:p>
    <w:p w14:paraId="6EBC2A85" w14:textId="2DE89DFC" w:rsidR="00A94E4E" w:rsidRDefault="00A94E4E" w:rsidP="00FD47DF">
      <w:pPr>
        <w:ind w:left="11520"/>
        <w:rPr>
          <w:sz w:val="24"/>
          <w:szCs w:val="24"/>
        </w:rPr>
      </w:pPr>
      <w:r w:rsidRPr="000771E2">
        <w:rPr>
          <w:sz w:val="24"/>
          <w:szCs w:val="24"/>
        </w:rPr>
        <w:t xml:space="preserve">города Искитима Новосибирской области от </w:t>
      </w:r>
      <w:r w:rsidR="00FD47DF">
        <w:rPr>
          <w:sz w:val="24"/>
          <w:szCs w:val="24"/>
        </w:rPr>
        <w:t>16.11.</w:t>
      </w:r>
      <w:r w:rsidRPr="000771E2">
        <w:rPr>
          <w:sz w:val="24"/>
          <w:szCs w:val="24"/>
        </w:rPr>
        <w:t>20</w:t>
      </w:r>
      <w:r>
        <w:rPr>
          <w:sz w:val="24"/>
          <w:szCs w:val="24"/>
        </w:rPr>
        <w:t xml:space="preserve">23 </w:t>
      </w:r>
      <w:r w:rsidRPr="000771E2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="00FD47DF">
        <w:rPr>
          <w:sz w:val="24"/>
          <w:szCs w:val="24"/>
        </w:rPr>
        <w:t>2298</w:t>
      </w:r>
    </w:p>
    <w:bookmarkEnd w:id="0"/>
    <w:p w14:paraId="43B821D5" w14:textId="77777777" w:rsidR="00A94E4E" w:rsidRDefault="00A94E4E" w:rsidP="00A94E4E">
      <w:pPr>
        <w:ind w:left="11520"/>
        <w:rPr>
          <w:sz w:val="24"/>
          <w:szCs w:val="24"/>
        </w:rPr>
      </w:pPr>
    </w:p>
    <w:p w14:paraId="09F6C96A" w14:textId="77777777" w:rsidR="00A94E4E" w:rsidRPr="000771E2" w:rsidRDefault="00A94E4E" w:rsidP="00A94E4E">
      <w:pPr>
        <w:ind w:left="11520"/>
        <w:rPr>
          <w:sz w:val="24"/>
          <w:szCs w:val="24"/>
        </w:rPr>
      </w:pPr>
      <w:r>
        <w:rPr>
          <w:sz w:val="24"/>
          <w:szCs w:val="24"/>
        </w:rPr>
        <w:t>«Приложение 1</w:t>
      </w:r>
    </w:p>
    <w:p w14:paraId="5B99A399" w14:textId="77777777" w:rsidR="00A94E4E" w:rsidRPr="000771E2" w:rsidRDefault="00A94E4E" w:rsidP="00A94E4E">
      <w:pPr>
        <w:ind w:left="11520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0771E2">
        <w:rPr>
          <w:sz w:val="24"/>
          <w:szCs w:val="24"/>
        </w:rPr>
        <w:t>постановлени</w:t>
      </w:r>
      <w:r>
        <w:rPr>
          <w:sz w:val="24"/>
          <w:szCs w:val="24"/>
        </w:rPr>
        <w:t>ю</w:t>
      </w:r>
      <w:r w:rsidRPr="000771E2">
        <w:rPr>
          <w:sz w:val="24"/>
          <w:szCs w:val="24"/>
        </w:rPr>
        <w:t xml:space="preserve"> администрации </w:t>
      </w:r>
    </w:p>
    <w:p w14:paraId="30261859" w14:textId="77777777" w:rsidR="00A94E4E" w:rsidRPr="000771E2" w:rsidRDefault="00A94E4E" w:rsidP="00A94E4E">
      <w:pPr>
        <w:ind w:left="11520"/>
        <w:rPr>
          <w:sz w:val="24"/>
          <w:szCs w:val="24"/>
        </w:rPr>
      </w:pPr>
      <w:r w:rsidRPr="000771E2">
        <w:rPr>
          <w:sz w:val="24"/>
          <w:szCs w:val="24"/>
        </w:rPr>
        <w:t xml:space="preserve">города Искитима </w:t>
      </w:r>
    </w:p>
    <w:p w14:paraId="4080DA29" w14:textId="77777777" w:rsidR="00A94E4E" w:rsidRPr="000771E2" w:rsidRDefault="00A94E4E" w:rsidP="00A94E4E">
      <w:pPr>
        <w:ind w:left="11520"/>
        <w:rPr>
          <w:sz w:val="24"/>
          <w:szCs w:val="24"/>
        </w:rPr>
      </w:pPr>
      <w:r w:rsidRPr="000771E2">
        <w:rPr>
          <w:sz w:val="24"/>
          <w:szCs w:val="24"/>
        </w:rPr>
        <w:t xml:space="preserve">Новосибирской области </w:t>
      </w:r>
    </w:p>
    <w:p w14:paraId="2A3E29D8" w14:textId="1810F177" w:rsidR="00A94E4E" w:rsidRDefault="00A94E4E" w:rsidP="00A94E4E">
      <w:pPr>
        <w:ind w:left="11520"/>
        <w:rPr>
          <w:sz w:val="24"/>
          <w:szCs w:val="24"/>
        </w:rPr>
      </w:pPr>
      <w:r w:rsidRPr="000771E2">
        <w:rPr>
          <w:sz w:val="24"/>
          <w:szCs w:val="24"/>
        </w:rPr>
        <w:t xml:space="preserve">от </w:t>
      </w:r>
      <w:r>
        <w:rPr>
          <w:sz w:val="24"/>
          <w:szCs w:val="24"/>
        </w:rPr>
        <w:t>17</w:t>
      </w:r>
      <w:r w:rsidRPr="000771E2">
        <w:rPr>
          <w:sz w:val="24"/>
          <w:szCs w:val="24"/>
        </w:rPr>
        <w:t>.</w:t>
      </w:r>
      <w:r>
        <w:rPr>
          <w:sz w:val="24"/>
          <w:szCs w:val="24"/>
        </w:rPr>
        <w:t>01</w:t>
      </w:r>
      <w:r w:rsidRPr="000771E2">
        <w:rPr>
          <w:sz w:val="24"/>
          <w:szCs w:val="24"/>
        </w:rPr>
        <w:t>.20</w:t>
      </w:r>
      <w:r>
        <w:rPr>
          <w:sz w:val="24"/>
          <w:szCs w:val="24"/>
        </w:rPr>
        <w:t xml:space="preserve">23 </w:t>
      </w:r>
      <w:r w:rsidRPr="000771E2">
        <w:rPr>
          <w:sz w:val="24"/>
          <w:szCs w:val="24"/>
        </w:rPr>
        <w:t>№</w:t>
      </w:r>
      <w:r>
        <w:rPr>
          <w:sz w:val="24"/>
          <w:szCs w:val="24"/>
        </w:rPr>
        <w:t xml:space="preserve"> 48</w:t>
      </w:r>
    </w:p>
    <w:p w14:paraId="2DD7F9DE" w14:textId="77777777" w:rsidR="00A94E4E" w:rsidRDefault="00A94E4E" w:rsidP="00A94E4E">
      <w:pPr>
        <w:ind w:left="11520"/>
        <w:rPr>
          <w:sz w:val="24"/>
          <w:szCs w:val="24"/>
        </w:rPr>
      </w:pPr>
    </w:p>
    <w:p w14:paraId="51998E8B" w14:textId="77777777" w:rsidR="00A94E4E" w:rsidRPr="007A6509" w:rsidRDefault="00A94E4E" w:rsidP="00A94E4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БАЗОВЫЕ </w:t>
      </w:r>
      <w:r w:rsidRPr="007A6509">
        <w:rPr>
          <w:sz w:val="24"/>
          <w:szCs w:val="24"/>
        </w:rPr>
        <w:t>НОРМАТИВ</w:t>
      </w:r>
      <w:r>
        <w:rPr>
          <w:sz w:val="24"/>
          <w:szCs w:val="24"/>
        </w:rPr>
        <w:t xml:space="preserve">Ы </w:t>
      </w:r>
      <w:r w:rsidRPr="007A6509">
        <w:rPr>
          <w:sz w:val="24"/>
          <w:szCs w:val="24"/>
        </w:rPr>
        <w:t xml:space="preserve">ЗАТРАТ НА ОКАЗАНИЕ МУНИЦИПАЛЬНЫХ УСЛУГ </w:t>
      </w:r>
    </w:p>
    <w:p w14:paraId="0AFE3C9F" w14:textId="33F44F10" w:rsidR="00A94E4E" w:rsidRDefault="00A94E4E" w:rsidP="00A94E4E">
      <w:pPr>
        <w:jc w:val="center"/>
        <w:rPr>
          <w:sz w:val="24"/>
          <w:szCs w:val="24"/>
        </w:rPr>
      </w:pPr>
      <w:r w:rsidRPr="007A6509">
        <w:rPr>
          <w:sz w:val="24"/>
          <w:szCs w:val="24"/>
        </w:rPr>
        <w:t xml:space="preserve">МУНИЦИПАЛЬНЫМИ УЧРЕЖДЕНИЯМИ, ПОДВЕДОМСТВЕННЫМИ МКУ </w:t>
      </w:r>
      <w:r>
        <w:rPr>
          <w:sz w:val="24"/>
          <w:szCs w:val="24"/>
        </w:rPr>
        <w:t>УПРАВЛЕНИЕ КУЛЬТУРЫ</w:t>
      </w:r>
      <w:r w:rsidRPr="007A65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</w:t>
      </w:r>
      <w:r w:rsidRPr="007A6509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7A6509">
        <w:rPr>
          <w:sz w:val="24"/>
          <w:szCs w:val="24"/>
        </w:rPr>
        <w:t xml:space="preserve"> год</w:t>
      </w:r>
    </w:p>
    <w:p w14:paraId="5668563C" w14:textId="77777777" w:rsidR="00A94E4E" w:rsidRDefault="00A94E4E" w:rsidP="00A94E4E">
      <w:pPr>
        <w:tabs>
          <w:tab w:val="left" w:pos="720"/>
        </w:tabs>
        <w:rPr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37"/>
        <w:gridCol w:w="3376"/>
        <w:gridCol w:w="3060"/>
        <w:gridCol w:w="2122"/>
        <w:gridCol w:w="2181"/>
        <w:gridCol w:w="2081"/>
        <w:gridCol w:w="1860"/>
      </w:tblGrid>
      <w:tr w:rsidR="00A94E4E" w:rsidRPr="00CC7605" w14:paraId="70CB12E1" w14:textId="77777777" w:rsidTr="00A94E4E">
        <w:tc>
          <w:tcPr>
            <w:tcW w:w="737" w:type="dxa"/>
            <w:vMerge w:val="restart"/>
          </w:tcPr>
          <w:p w14:paraId="7BC117A8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376" w:type="dxa"/>
            <w:vMerge w:val="restart"/>
          </w:tcPr>
          <w:p w14:paraId="39B57C65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60" w:type="dxa"/>
            <w:vMerge w:val="restart"/>
          </w:tcPr>
          <w:p w14:paraId="02720BFB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Наименование и содержание муниципальной услуги</w:t>
            </w:r>
          </w:p>
        </w:tc>
        <w:tc>
          <w:tcPr>
            <w:tcW w:w="2122" w:type="dxa"/>
            <w:vMerge w:val="restart"/>
          </w:tcPr>
          <w:p w14:paraId="6C425520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Условия (формы) оказания муниципальной услуги</w:t>
            </w:r>
          </w:p>
        </w:tc>
        <w:tc>
          <w:tcPr>
            <w:tcW w:w="2181" w:type="dxa"/>
            <w:vMerge w:val="restart"/>
          </w:tcPr>
          <w:p w14:paraId="47C8AEA1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показателей, характеризующих объем муниципальной услуги</w:t>
            </w:r>
          </w:p>
        </w:tc>
        <w:tc>
          <w:tcPr>
            <w:tcW w:w="2081" w:type="dxa"/>
          </w:tcPr>
          <w:p w14:paraId="78E02695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ОКЕЙ</w:t>
            </w:r>
          </w:p>
        </w:tc>
        <w:tc>
          <w:tcPr>
            <w:tcW w:w="1860" w:type="dxa"/>
            <w:vMerge w:val="restart"/>
          </w:tcPr>
          <w:p w14:paraId="4A352900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Базовый норматив затрат на оказание</w:t>
            </w:r>
          </w:p>
          <w:p w14:paraId="7472BD0A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муниципальных услуг, руб.</w:t>
            </w:r>
          </w:p>
        </w:tc>
      </w:tr>
      <w:tr w:rsidR="00A94E4E" w:rsidRPr="00CC7605" w14:paraId="138B1A40" w14:textId="77777777" w:rsidTr="00A94E4E">
        <w:tc>
          <w:tcPr>
            <w:tcW w:w="737" w:type="dxa"/>
            <w:vMerge/>
          </w:tcPr>
          <w:p w14:paraId="39A03175" w14:textId="77777777" w:rsidR="00A94E4E" w:rsidRPr="00CC7605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  <w:vMerge/>
          </w:tcPr>
          <w:p w14:paraId="519628C0" w14:textId="77777777" w:rsidR="00A94E4E" w:rsidRPr="00CC7605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</w:tcPr>
          <w:p w14:paraId="08A62006" w14:textId="77777777" w:rsidR="00A94E4E" w:rsidRPr="00CC7605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</w:tcPr>
          <w:p w14:paraId="68274A96" w14:textId="77777777" w:rsidR="00A94E4E" w:rsidRPr="00CC7605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1" w:type="dxa"/>
            <w:vMerge/>
          </w:tcPr>
          <w:p w14:paraId="4665567A" w14:textId="77777777" w:rsidR="00A94E4E" w:rsidRPr="00CC7605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38B35512" w14:textId="77777777" w:rsidR="00A94E4E" w:rsidRPr="00CC7605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60" w:type="dxa"/>
            <w:vMerge/>
          </w:tcPr>
          <w:p w14:paraId="52D369B5" w14:textId="77777777" w:rsidR="00A94E4E" w:rsidRPr="00CC7605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4E" w:rsidRPr="00CC7605" w14:paraId="11B7EBD7" w14:textId="77777777" w:rsidTr="00A94E4E">
        <w:tc>
          <w:tcPr>
            <w:tcW w:w="737" w:type="dxa"/>
          </w:tcPr>
          <w:p w14:paraId="5A7AC664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76" w:type="dxa"/>
          </w:tcPr>
          <w:p w14:paraId="3319CC8F" w14:textId="77777777" w:rsidR="00A94E4E" w:rsidRPr="00CC7605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tgtFrame="_blank" w:history="1">
              <w:r w:rsidR="00A94E4E" w:rsidRPr="00CC7605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900400О.99.0.ББ72АА00001</w:t>
              </w:r>
            </w:hyperlink>
          </w:p>
        </w:tc>
        <w:tc>
          <w:tcPr>
            <w:tcW w:w="3060" w:type="dxa"/>
          </w:tcPr>
          <w:p w14:paraId="7FC968CE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</w:t>
            </w:r>
          </w:p>
        </w:tc>
        <w:tc>
          <w:tcPr>
            <w:tcW w:w="2122" w:type="dxa"/>
          </w:tcPr>
          <w:p w14:paraId="6CC6A563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На территории Российской Федерации</w:t>
            </w:r>
          </w:p>
        </w:tc>
        <w:tc>
          <w:tcPr>
            <w:tcW w:w="2181" w:type="dxa"/>
          </w:tcPr>
          <w:p w14:paraId="1BC3BF3A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2081" w:type="dxa"/>
          </w:tcPr>
          <w:p w14:paraId="3F8BDC14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60" w:type="dxa"/>
          </w:tcPr>
          <w:p w14:paraId="0516D521" w14:textId="33046D2B" w:rsidR="00A94E4E" w:rsidRPr="005F718B" w:rsidRDefault="00D7014C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18B">
              <w:rPr>
                <w:rFonts w:ascii="Times New Roman" w:hAnsi="Times New Roman" w:cs="Times New Roman"/>
                <w:sz w:val="20"/>
                <w:szCs w:val="20"/>
              </w:rPr>
              <w:t>68162,82</w:t>
            </w:r>
          </w:p>
          <w:p w14:paraId="7386B418" w14:textId="59D1869B" w:rsidR="00BD3215" w:rsidRPr="005F718B" w:rsidRDefault="00BD3215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4E" w:rsidRPr="00CC7605" w14:paraId="671249F2" w14:textId="77777777" w:rsidTr="00A94E4E">
        <w:tc>
          <w:tcPr>
            <w:tcW w:w="737" w:type="dxa"/>
          </w:tcPr>
          <w:p w14:paraId="57DF58F7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6" w:type="dxa"/>
          </w:tcPr>
          <w:p w14:paraId="2E64EEF9" w14:textId="77777777" w:rsidR="00A94E4E" w:rsidRPr="00CC7605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tgtFrame="_blank" w:history="1">
              <w:r w:rsidR="00A94E4E" w:rsidRPr="00CC7605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949916О.99.0.ББ78АА0000</w:t>
              </w:r>
              <w:r w:rsidR="00A94E4E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3</w:t>
              </w:r>
            </w:hyperlink>
          </w:p>
        </w:tc>
        <w:tc>
          <w:tcPr>
            <w:tcW w:w="3060" w:type="dxa"/>
          </w:tcPr>
          <w:p w14:paraId="713087DE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Организация деятельности клубных формирований и формирований самодеятельного народного творчества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(с учетом всех форм)</w:t>
            </w:r>
          </w:p>
        </w:tc>
        <w:tc>
          <w:tcPr>
            <w:tcW w:w="2122" w:type="dxa"/>
          </w:tcPr>
          <w:p w14:paraId="6DD93F70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В стационарных условиях</w:t>
            </w:r>
          </w:p>
        </w:tc>
        <w:tc>
          <w:tcPr>
            <w:tcW w:w="2181" w:type="dxa"/>
          </w:tcPr>
          <w:p w14:paraId="4263AC31" w14:textId="77777777" w:rsidR="00A94E4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</w:t>
            </w:r>
          </w:p>
          <w:p w14:paraId="04D19B10" w14:textId="77777777" w:rsidR="00A94E4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клубных</w:t>
            </w:r>
          </w:p>
          <w:p w14:paraId="78365E52" w14:textId="77777777" w:rsidR="00A94E4E" w:rsidRPr="00C722E3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формирований</w:t>
            </w:r>
          </w:p>
        </w:tc>
        <w:tc>
          <w:tcPr>
            <w:tcW w:w="2081" w:type="dxa"/>
          </w:tcPr>
          <w:p w14:paraId="58CD61C1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2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60" w:type="dxa"/>
          </w:tcPr>
          <w:p w14:paraId="2FEE0A22" w14:textId="0342BE72" w:rsidR="00A94E4E" w:rsidRPr="005F718B" w:rsidRDefault="00D7014C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18B">
              <w:rPr>
                <w:rFonts w:ascii="Times New Roman" w:hAnsi="Times New Roman" w:cs="Times New Roman"/>
                <w:sz w:val="20"/>
                <w:szCs w:val="20"/>
              </w:rPr>
              <w:t>410666,30</w:t>
            </w:r>
          </w:p>
          <w:p w14:paraId="5A2C0D97" w14:textId="408E7857" w:rsidR="00BD3215" w:rsidRPr="005F718B" w:rsidRDefault="00BD3215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4E" w:rsidRPr="00CC7605" w14:paraId="66C9D110" w14:textId="77777777" w:rsidTr="00A94E4E">
        <w:tc>
          <w:tcPr>
            <w:tcW w:w="737" w:type="dxa"/>
          </w:tcPr>
          <w:p w14:paraId="43ABBEED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76" w:type="dxa"/>
          </w:tcPr>
          <w:p w14:paraId="2EC86729" w14:textId="77777777" w:rsidR="00A94E4E" w:rsidRPr="00CC7605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tgtFrame="_blank" w:history="1">
              <w:r w:rsidR="00A94E4E" w:rsidRPr="00CC7605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910200О.99.0.ББ82АА00000</w:t>
              </w:r>
            </w:hyperlink>
          </w:p>
        </w:tc>
        <w:tc>
          <w:tcPr>
            <w:tcW w:w="3060" w:type="dxa"/>
            <w:vMerge w:val="restart"/>
          </w:tcPr>
          <w:p w14:paraId="592A5A4C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Публичный показ музейных предметов, музейных коллекций</w:t>
            </w:r>
          </w:p>
        </w:tc>
        <w:tc>
          <w:tcPr>
            <w:tcW w:w="2122" w:type="dxa"/>
          </w:tcPr>
          <w:p w14:paraId="48D6FD9C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В стационарных условиях</w:t>
            </w:r>
          </w:p>
        </w:tc>
        <w:tc>
          <w:tcPr>
            <w:tcW w:w="2181" w:type="dxa"/>
          </w:tcPr>
          <w:p w14:paraId="7ACC2801" w14:textId="77777777" w:rsidR="00A94E4E" w:rsidRPr="00CC7605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посетителей</w:t>
            </w:r>
          </w:p>
        </w:tc>
        <w:tc>
          <w:tcPr>
            <w:tcW w:w="2081" w:type="dxa"/>
          </w:tcPr>
          <w:p w14:paraId="0527A282" w14:textId="77777777" w:rsidR="00A94E4E" w:rsidRPr="00CC7605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860" w:type="dxa"/>
          </w:tcPr>
          <w:p w14:paraId="1746C986" w14:textId="52C6F329" w:rsidR="00F53D70" w:rsidRPr="00C11871" w:rsidRDefault="00F53D70" w:rsidP="00F53D70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871">
              <w:rPr>
                <w:rFonts w:ascii="Times New Roman" w:hAnsi="Times New Roman" w:cs="Times New Roman"/>
                <w:sz w:val="20"/>
                <w:szCs w:val="20"/>
              </w:rPr>
              <w:t>123,16</w:t>
            </w:r>
          </w:p>
          <w:p w14:paraId="5C91F751" w14:textId="51601603" w:rsidR="00BD3215" w:rsidRPr="00C11871" w:rsidRDefault="00BD3215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4E" w:rsidRPr="00CC7605" w14:paraId="12222646" w14:textId="77777777" w:rsidTr="00A94E4E">
        <w:tc>
          <w:tcPr>
            <w:tcW w:w="737" w:type="dxa"/>
          </w:tcPr>
          <w:p w14:paraId="67664F91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76" w:type="dxa"/>
          </w:tcPr>
          <w:p w14:paraId="5B075813" w14:textId="77777777" w:rsidR="00A94E4E" w:rsidRPr="00CC7605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tgtFrame="_blank" w:history="1">
              <w:r w:rsidR="00A94E4E" w:rsidRPr="00CC7605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910200О.99.0.ББ82АА01000</w:t>
              </w:r>
            </w:hyperlink>
          </w:p>
        </w:tc>
        <w:tc>
          <w:tcPr>
            <w:tcW w:w="3060" w:type="dxa"/>
            <w:vMerge/>
          </w:tcPr>
          <w:p w14:paraId="43CAA80B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</w:tcPr>
          <w:p w14:paraId="509D915A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Вне стационара</w:t>
            </w:r>
          </w:p>
        </w:tc>
        <w:tc>
          <w:tcPr>
            <w:tcW w:w="2181" w:type="dxa"/>
          </w:tcPr>
          <w:p w14:paraId="47DDFDFD" w14:textId="77777777" w:rsidR="00A94E4E" w:rsidRPr="00CC7605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посетителей</w:t>
            </w:r>
          </w:p>
        </w:tc>
        <w:tc>
          <w:tcPr>
            <w:tcW w:w="2081" w:type="dxa"/>
          </w:tcPr>
          <w:p w14:paraId="2A65BA03" w14:textId="77777777" w:rsidR="00A94E4E" w:rsidRPr="00CC7605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860" w:type="dxa"/>
          </w:tcPr>
          <w:p w14:paraId="1B9DDC89" w14:textId="7D487671" w:rsidR="00A94E4E" w:rsidRPr="00C11871" w:rsidRDefault="00F53D70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871">
              <w:rPr>
                <w:rFonts w:ascii="Times New Roman" w:hAnsi="Times New Roman" w:cs="Times New Roman"/>
                <w:sz w:val="20"/>
                <w:szCs w:val="20"/>
              </w:rPr>
              <w:t>120,60</w:t>
            </w:r>
          </w:p>
        </w:tc>
      </w:tr>
      <w:tr w:rsidR="00A94E4E" w:rsidRPr="00CC7605" w14:paraId="1C807348" w14:textId="77777777" w:rsidTr="00A94E4E">
        <w:tc>
          <w:tcPr>
            <w:tcW w:w="737" w:type="dxa"/>
          </w:tcPr>
          <w:p w14:paraId="43230F3D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76" w:type="dxa"/>
          </w:tcPr>
          <w:p w14:paraId="330C7FC3" w14:textId="77777777" w:rsidR="00A94E4E" w:rsidRPr="00CC7605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tgtFrame="_blank" w:history="1">
              <w:r w:rsidR="00A94E4E" w:rsidRPr="00CC7605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910200О.99.0.ББ82АА02000</w:t>
              </w:r>
            </w:hyperlink>
          </w:p>
        </w:tc>
        <w:tc>
          <w:tcPr>
            <w:tcW w:w="3060" w:type="dxa"/>
            <w:vMerge/>
          </w:tcPr>
          <w:p w14:paraId="018E2533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</w:tcPr>
          <w:p w14:paraId="4535C256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Удалено через сеть Интернет</w:t>
            </w:r>
          </w:p>
        </w:tc>
        <w:tc>
          <w:tcPr>
            <w:tcW w:w="2181" w:type="dxa"/>
          </w:tcPr>
          <w:p w14:paraId="3A6D288C" w14:textId="77777777" w:rsidR="00A94E4E" w:rsidRPr="00CC7605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посетителей</w:t>
            </w:r>
          </w:p>
        </w:tc>
        <w:tc>
          <w:tcPr>
            <w:tcW w:w="2081" w:type="dxa"/>
          </w:tcPr>
          <w:p w14:paraId="08B956DC" w14:textId="77777777" w:rsidR="00A94E4E" w:rsidRPr="00CC7605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860" w:type="dxa"/>
          </w:tcPr>
          <w:p w14:paraId="4945DAC9" w14:textId="52B5F138" w:rsidR="00A94E4E" w:rsidRPr="00C11871" w:rsidRDefault="00F53D70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871">
              <w:rPr>
                <w:rFonts w:ascii="Times New Roman" w:hAnsi="Times New Roman" w:cs="Times New Roman"/>
                <w:sz w:val="20"/>
                <w:szCs w:val="20"/>
              </w:rPr>
              <w:t>122,60</w:t>
            </w:r>
          </w:p>
          <w:p w14:paraId="17E738F3" w14:textId="77777777" w:rsidR="00A94E4E" w:rsidRPr="00C11871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4E" w:rsidRPr="00CC7605" w14:paraId="733C330B" w14:textId="77777777" w:rsidTr="00A94E4E">
        <w:tc>
          <w:tcPr>
            <w:tcW w:w="737" w:type="dxa"/>
          </w:tcPr>
          <w:p w14:paraId="06D3630F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6" w:type="dxa"/>
          </w:tcPr>
          <w:p w14:paraId="768BD804" w14:textId="77777777" w:rsidR="00A94E4E" w:rsidRPr="00CC7605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tgtFrame="_blank" w:history="1">
              <w:r w:rsidR="00A94E4E" w:rsidRPr="00CC7605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910100О.99.0.ББ83АА00000</w:t>
              </w:r>
            </w:hyperlink>
          </w:p>
        </w:tc>
        <w:tc>
          <w:tcPr>
            <w:tcW w:w="3060" w:type="dxa"/>
            <w:vMerge w:val="restart"/>
          </w:tcPr>
          <w:p w14:paraId="6DEAF9AD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122" w:type="dxa"/>
          </w:tcPr>
          <w:p w14:paraId="6A795529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В стационарных условиях</w:t>
            </w:r>
          </w:p>
        </w:tc>
        <w:tc>
          <w:tcPr>
            <w:tcW w:w="2181" w:type="dxa"/>
          </w:tcPr>
          <w:p w14:paraId="4BC4F4B7" w14:textId="77777777" w:rsidR="00A94E4E" w:rsidRPr="00CC7605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посещений</w:t>
            </w:r>
          </w:p>
        </w:tc>
        <w:tc>
          <w:tcPr>
            <w:tcW w:w="2081" w:type="dxa"/>
          </w:tcPr>
          <w:p w14:paraId="5DECDCC2" w14:textId="77777777" w:rsidR="00A94E4E" w:rsidRPr="00CC7605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60" w:type="dxa"/>
          </w:tcPr>
          <w:p w14:paraId="62DDD4DE" w14:textId="63AAB701" w:rsidR="00A94E4E" w:rsidRPr="00C11871" w:rsidRDefault="00630328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871">
              <w:rPr>
                <w:rFonts w:ascii="Times New Roman" w:hAnsi="Times New Roman" w:cs="Times New Roman"/>
                <w:sz w:val="20"/>
                <w:szCs w:val="20"/>
              </w:rPr>
              <w:t>182,84</w:t>
            </w:r>
          </w:p>
        </w:tc>
      </w:tr>
      <w:tr w:rsidR="00A94E4E" w:rsidRPr="00CC7605" w14:paraId="47B20E83" w14:textId="77777777" w:rsidTr="00A94E4E">
        <w:tc>
          <w:tcPr>
            <w:tcW w:w="737" w:type="dxa"/>
          </w:tcPr>
          <w:p w14:paraId="677F2A80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76" w:type="dxa"/>
          </w:tcPr>
          <w:p w14:paraId="148E53EF" w14:textId="77777777" w:rsidR="00A94E4E" w:rsidRPr="00CC7605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tgtFrame="_blank" w:history="1">
              <w:r w:rsidR="00A94E4E" w:rsidRPr="00CC7605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910100О.99.0.ББ83АА01000</w:t>
              </w:r>
            </w:hyperlink>
          </w:p>
        </w:tc>
        <w:tc>
          <w:tcPr>
            <w:tcW w:w="3060" w:type="dxa"/>
            <w:vMerge/>
          </w:tcPr>
          <w:p w14:paraId="3336ACBA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</w:tcPr>
          <w:p w14:paraId="538D1830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Вне стационара</w:t>
            </w:r>
          </w:p>
        </w:tc>
        <w:tc>
          <w:tcPr>
            <w:tcW w:w="2181" w:type="dxa"/>
          </w:tcPr>
          <w:p w14:paraId="66E5C140" w14:textId="77777777" w:rsidR="00A94E4E" w:rsidRPr="00CC7605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посещений</w:t>
            </w:r>
          </w:p>
        </w:tc>
        <w:tc>
          <w:tcPr>
            <w:tcW w:w="2081" w:type="dxa"/>
          </w:tcPr>
          <w:p w14:paraId="1733AFF6" w14:textId="77777777" w:rsidR="00A94E4E" w:rsidRPr="00CC7605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60" w:type="dxa"/>
          </w:tcPr>
          <w:p w14:paraId="34F21F93" w14:textId="3D3C5CAE" w:rsidR="00A94E4E" w:rsidRPr="00C11871" w:rsidRDefault="00630328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871">
              <w:rPr>
                <w:rFonts w:ascii="Times New Roman" w:hAnsi="Times New Roman" w:cs="Times New Roman"/>
                <w:sz w:val="20"/>
                <w:szCs w:val="20"/>
              </w:rPr>
              <w:t>149,84</w:t>
            </w:r>
          </w:p>
        </w:tc>
      </w:tr>
      <w:tr w:rsidR="00A94E4E" w:rsidRPr="00CC7605" w14:paraId="668D4CBA" w14:textId="77777777" w:rsidTr="00A94E4E">
        <w:tc>
          <w:tcPr>
            <w:tcW w:w="737" w:type="dxa"/>
          </w:tcPr>
          <w:p w14:paraId="14E395B4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76" w:type="dxa"/>
          </w:tcPr>
          <w:p w14:paraId="79F2D342" w14:textId="77777777" w:rsidR="00A94E4E" w:rsidRPr="00CC7605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tgtFrame="_blank" w:history="1">
              <w:r w:rsidR="00A94E4E" w:rsidRPr="00CC7605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910100О.99.0.ББ83АА02000</w:t>
              </w:r>
            </w:hyperlink>
          </w:p>
        </w:tc>
        <w:tc>
          <w:tcPr>
            <w:tcW w:w="3060" w:type="dxa"/>
            <w:vMerge/>
          </w:tcPr>
          <w:p w14:paraId="739F8602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</w:tcPr>
          <w:p w14:paraId="49E4DE75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Удалено через сеть Интернет</w:t>
            </w:r>
          </w:p>
        </w:tc>
        <w:tc>
          <w:tcPr>
            <w:tcW w:w="2181" w:type="dxa"/>
          </w:tcPr>
          <w:p w14:paraId="6C36FF59" w14:textId="77777777" w:rsidR="00A94E4E" w:rsidRPr="00CC7605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посещений</w:t>
            </w:r>
          </w:p>
        </w:tc>
        <w:tc>
          <w:tcPr>
            <w:tcW w:w="2081" w:type="dxa"/>
          </w:tcPr>
          <w:p w14:paraId="14EEF92A" w14:textId="77777777" w:rsidR="00A94E4E" w:rsidRPr="00CC7605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60" w:type="dxa"/>
          </w:tcPr>
          <w:p w14:paraId="2ED96F3D" w14:textId="519C6978" w:rsidR="00630328" w:rsidRPr="00C11871" w:rsidRDefault="00630328" w:rsidP="00630328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871">
              <w:rPr>
                <w:rFonts w:ascii="Times New Roman" w:hAnsi="Times New Roman" w:cs="Times New Roman"/>
                <w:sz w:val="20"/>
                <w:szCs w:val="20"/>
              </w:rPr>
              <w:t>149,94</w:t>
            </w:r>
          </w:p>
        </w:tc>
      </w:tr>
      <w:tr w:rsidR="00A94E4E" w:rsidRPr="00CC7605" w14:paraId="68465A93" w14:textId="77777777" w:rsidTr="00A94E4E">
        <w:tc>
          <w:tcPr>
            <w:tcW w:w="737" w:type="dxa"/>
          </w:tcPr>
          <w:p w14:paraId="55C5660B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76" w:type="dxa"/>
          </w:tcPr>
          <w:p w14:paraId="10E8921C" w14:textId="77777777" w:rsidR="00A94E4E" w:rsidRPr="00CC7605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tgtFrame="_blank" w:history="1">
              <w:r w:rsidR="00A94E4E" w:rsidRPr="00CC7605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804200О.99.0.ББ52АЗ44000</w:t>
              </w:r>
            </w:hyperlink>
          </w:p>
        </w:tc>
        <w:tc>
          <w:tcPr>
            <w:tcW w:w="3060" w:type="dxa"/>
          </w:tcPr>
          <w:p w14:paraId="4539F50B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дополнительных общеразвивающих </w:t>
            </w:r>
            <w:r w:rsidRPr="00CC76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программ(художественная)</w:t>
            </w:r>
          </w:p>
        </w:tc>
        <w:tc>
          <w:tcPr>
            <w:tcW w:w="2122" w:type="dxa"/>
          </w:tcPr>
          <w:p w14:paraId="5B7A7BAA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Очная форма обучения</w:t>
            </w:r>
          </w:p>
        </w:tc>
        <w:tc>
          <w:tcPr>
            <w:tcW w:w="2181" w:type="dxa"/>
          </w:tcPr>
          <w:p w14:paraId="04E70C57" w14:textId="77777777" w:rsidR="00A94E4E" w:rsidRPr="00CC7605" w:rsidRDefault="00A94E4E" w:rsidP="00A94E4E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</w:t>
            </w: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часов</w:t>
            </w:r>
          </w:p>
          <w:p w14:paraId="2ED12871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290951CA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Человеко-час</w:t>
            </w:r>
          </w:p>
        </w:tc>
        <w:tc>
          <w:tcPr>
            <w:tcW w:w="1860" w:type="dxa"/>
          </w:tcPr>
          <w:p w14:paraId="49038C1A" w14:textId="616420F4" w:rsidR="00A94E4E" w:rsidRPr="00C11871" w:rsidRDefault="00D7014C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189,49</w:t>
            </w:r>
          </w:p>
          <w:p w14:paraId="65938AF2" w14:textId="10E39865" w:rsidR="00BD3215" w:rsidRPr="00C11871" w:rsidRDefault="00BD3215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4E" w:rsidRPr="00CC7605" w14:paraId="04C4FAF6" w14:textId="77777777" w:rsidTr="00A94E4E">
        <w:trPr>
          <w:trHeight w:val="1002"/>
        </w:trPr>
        <w:tc>
          <w:tcPr>
            <w:tcW w:w="737" w:type="dxa"/>
          </w:tcPr>
          <w:p w14:paraId="6E0DB27C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3376" w:type="dxa"/>
          </w:tcPr>
          <w:p w14:paraId="1E852D45" w14:textId="77777777" w:rsidR="00A94E4E" w:rsidRPr="00CC7605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tgtFrame="_blank" w:history="1">
              <w:r w:rsidR="00A94E4E" w:rsidRPr="00CC7605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802112О.99.0.ББ55АА48000</w:t>
              </w:r>
            </w:hyperlink>
          </w:p>
        </w:tc>
        <w:tc>
          <w:tcPr>
            <w:tcW w:w="3060" w:type="dxa"/>
          </w:tcPr>
          <w:p w14:paraId="76266B08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искусств(Фортепиано)</w:t>
            </w:r>
          </w:p>
        </w:tc>
        <w:tc>
          <w:tcPr>
            <w:tcW w:w="2122" w:type="dxa"/>
          </w:tcPr>
          <w:p w14:paraId="3AE5103C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00ACB13B" w14:textId="77777777" w:rsidR="00A94E4E" w:rsidRPr="00CC7605" w:rsidRDefault="00A94E4E" w:rsidP="00A94E4E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7C17D954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39F974DC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3204FF5A" w14:textId="14D5D9BB" w:rsidR="00A94E4E" w:rsidRPr="00C11871" w:rsidRDefault="006D1F14" w:rsidP="00D7014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87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D7014C">
              <w:rPr>
                <w:rFonts w:ascii="Times New Roman" w:hAnsi="Times New Roman" w:cs="Times New Roman"/>
                <w:sz w:val="20"/>
                <w:szCs w:val="20"/>
              </w:rPr>
              <w:t>9,28</w:t>
            </w:r>
          </w:p>
        </w:tc>
      </w:tr>
      <w:tr w:rsidR="00A94E4E" w:rsidRPr="00CC7605" w14:paraId="0068B19B" w14:textId="77777777" w:rsidTr="00A94E4E">
        <w:tc>
          <w:tcPr>
            <w:tcW w:w="737" w:type="dxa"/>
          </w:tcPr>
          <w:p w14:paraId="13DC6BFD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76" w:type="dxa"/>
          </w:tcPr>
          <w:p w14:paraId="0A277A5E" w14:textId="77777777" w:rsidR="00A94E4E" w:rsidRPr="00CC7605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tgtFrame="_blank" w:history="1">
              <w:r w:rsidR="00A94E4E" w:rsidRPr="00CC7605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802112О.99.0.ББ55АБ04000</w:t>
              </w:r>
            </w:hyperlink>
          </w:p>
        </w:tc>
        <w:tc>
          <w:tcPr>
            <w:tcW w:w="3060" w:type="dxa"/>
          </w:tcPr>
          <w:p w14:paraId="278E1721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искусств(Струнные инструменты)</w:t>
            </w:r>
          </w:p>
        </w:tc>
        <w:tc>
          <w:tcPr>
            <w:tcW w:w="2122" w:type="dxa"/>
          </w:tcPr>
          <w:p w14:paraId="111A228F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32AC8C0F" w14:textId="77777777" w:rsidR="00A94E4E" w:rsidRPr="00CC7605" w:rsidRDefault="00A94E4E" w:rsidP="00A94E4E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2085F990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4EC3C22F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61A3E94E" w14:textId="7CC67E04" w:rsidR="00A94E4E" w:rsidRPr="00C11871" w:rsidRDefault="00D7014C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266,85</w:t>
            </w:r>
          </w:p>
          <w:p w14:paraId="46FD59BE" w14:textId="2D13B9D5" w:rsidR="00735170" w:rsidRPr="00C11871" w:rsidRDefault="00735170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4E" w:rsidRPr="00CC7605" w14:paraId="72BDD439" w14:textId="77777777" w:rsidTr="00A94E4E">
        <w:tc>
          <w:tcPr>
            <w:tcW w:w="737" w:type="dxa"/>
          </w:tcPr>
          <w:p w14:paraId="4B724A25" w14:textId="683A438E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76" w:type="dxa"/>
          </w:tcPr>
          <w:p w14:paraId="7A93482E" w14:textId="77777777" w:rsidR="00A94E4E" w:rsidRPr="00CC7605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tgtFrame="_blank" w:history="1">
              <w:r w:rsidR="00A94E4E" w:rsidRPr="00CC7605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802112О.99.0.ББ55АБ60000</w:t>
              </w:r>
            </w:hyperlink>
          </w:p>
        </w:tc>
        <w:tc>
          <w:tcPr>
            <w:tcW w:w="3060" w:type="dxa"/>
          </w:tcPr>
          <w:p w14:paraId="7F44F3A9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искусств(Духовые и ударные инструменты)</w:t>
            </w:r>
          </w:p>
        </w:tc>
        <w:tc>
          <w:tcPr>
            <w:tcW w:w="2122" w:type="dxa"/>
          </w:tcPr>
          <w:p w14:paraId="13448A6A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477ECD43" w14:textId="77777777" w:rsidR="00A94E4E" w:rsidRPr="00CC7605" w:rsidRDefault="00A94E4E" w:rsidP="00A94E4E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66956B7D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0D4986AF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58C0AD1B" w14:textId="087F301B" w:rsidR="00A94E4E" w:rsidRPr="00C11871" w:rsidRDefault="00D7014C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291,25</w:t>
            </w:r>
          </w:p>
        </w:tc>
      </w:tr>
      <w:tr w:rsidR="00A94E4E" w:rsidRPr="00CC7605" w14:paraId="7754CD62" w14:textId="77777777" w:rsidTr="00A94E4E">
        <w:tc>
          <w:tcPr>
            <w:tcW w:w="737" w:type="dxa"/>
          </w:tcPr>
          <w:p w14:paraId="778392BA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76" w:type="dxa"/>
          </w:tcPr>
          <w:p w14:paraId="0DA0EBE0" w14:textId="77777777" w:rsidR="00A94E4E" w:rsidRPr="00CC7605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tgtFrame="_blank" w:history="1">
              <w:r w:rsidR="00A94E4E" w:rsidRPr="00CC7605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802112О.99.0.ББ55АВ16000</w:t>
              </w:r>
            </w:hyperlink>
          </w:p>
        </w:tc>
        <w:tc>
          <w:tcPr>
            <w:tcW w:w="3060" w:type="dxa"/>
          </w:tcPr>
          <w:p w14:paraId="71859F0D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искусств(Народные инструменты)</w:t>
            </w:r>
          </w:p>
        </w:tc>
        <w:tc>
          <w:tcPr>
            <w:tcW w:w="2122" w:type="dxa"/>
          </w:tcPr>
          <w:p w14:paraId="2E33BC25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11C5AC30" w14:textId="77777777" w:rsidR="00A94E4E" w:rsidRPr="00CC7605" w:rsidRDefault="00A94E4E" w:rsidP="00A94E4E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676B719F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1FF2C5D8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3F9CA438" w14:textId="5F8C4F49" w:rsidR="00A94E4E" w:rsidRPr="00C11871" w:rsidRDefault="00D7014C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311,51</w:t>
            </w:r>
          </w:p>
        </w:tc>
      </w:tr>
      <w:tr w:rsidR="00A94E4E" w:rsidRPr="00CC7605" w14:paraId="10C6190C" w14:textId="77777777" w:rsidTr="00A94E4E">
        <w:tc>
          <w:tcPr>
            <w:tcW w:w="737" w:type="dxa"/>
          </w:tcPr>
          <w:p w14:paraId="0B582F07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76" w:type="dxa"/>
          </w:tcPr>
          <w:p w14:paraId="5110CDEC" w14:textId="77777777" w:rsidR="00A94E4E" w:rsidRPr="00CC7605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tgtFrame="_blank" w:history="1">
              <w:r w:rsidR="00A94E4E" w:rsidRPr="00CC7605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802112О.99.0.ББ55АД16000</w:t>
              </w:r>
            </w:hyperlink>
          </w:p>
        </w:tc>
        <w:tc>
          <w:tcPr>
            <w:tcW w:w="3060" w:type="dxa"/>
          </w:tcPr>
          <w:p w14:paraId="0CB8C149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искусств(Живопись)</w:t>
            </w:r>
          </w:p>
        </w:tc>
        <w:tc>
          <w:tcPr>
            <w:tcW w:w="2122" w:type="dxa"/>
          </w:tcPr>
          <w:p w14:paraId="26DBCC3D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5936F4E9" w14:textId="77777777" w:rsidR="00A94E4E" w:rsidRPr="00CC7605" w:rsidRDefault="00A94E4E" w:rsidP="00A94E4E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2C5E63B1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3C2336FF" w14:textId="77777777" w:rsidR="00A94E4E" w:rsidRPr="00CC7605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535786A1" w14:textId="75188E78" w:rsidR="00A94E4E" w:rsidRPr="00C11871" w:rsidRDefault="006D1F14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871">
              <w:rPr>
                <w:rFonts w:ascii="Times New Roman" w:hAnsi="Times New Roman" w:cs="Times New Roman"/>
                <w:sz w:val="20"/>
                <w:szCs w:val="20"/>
              </w:rPr>
              <w:t>97,</w:t>
            </w:r>
            <w:r w:rsidR="00D7014C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  <w:p w14:paraId="7619D7B8" w14:textId="77777777" w:rsidR="00686A49" w:rsidRPr="00C11871" w:rsidRDefault="00686A49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01A93B" w14:textId="4D402B2A" w:rsidR="00735170" w:rsidRPr="00C11871" w:rsidRDefault="00735170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ABBA852" w14:textId="5FD4C1CD" w:rsidR="00A94E4E" w:rsidRDefault="00A94E4E" w:rsidP="00A94E4E">
      <w:pPr>
        <w:ind w:left="11520"/>
        <w:rPr>
          <w:sz w:val="24"/>
          <w:szCs w:val="24"/>
        </w:rPr>
      </w:pPr>
    </w:p>
    <w:p w14:paraId="2C3505CA" w14:textId="77777777" w:rsidR="00A94E4E" w:rsidRDefault="00A94E4E" w:rsidP="00A94E4E">
      <w:pPr>
        <w:ind w:left="11520"/>
        <w:jc w:val="right"/>
        <w:rPr>
          <w:sz w:val="24"/>
          <w:szCs w:val="24"/>
        </w:rPr>
      </w:pPr>
      <w:r>
        <w:rPr>
          <w:sz w:val="24"/>
          <w:szCs w:val="24"/>
        </w:rPr>
        <w:t>».</w:t>
      </w:r>
    </w:p>
    <w:p w14:paraId="092BF279" w14:textId="77777777" w:rsidR="00A94E4E" w:rsidRDefault="00A94E4E" w:rsidP="00A94E4E">
      <w:pPr>
        <w:ind w:left="11520"/>
        <w:rPr>
          <w:sz w:val="24"/>
          <w:szCs w:val="24"/>
        </w:rPr>
      </w:pPr>
    </w:p>
    <w:p w14:paraId="7601C87F" w14:textId="77777777" w:rsidR="00A94E4E" w:rsidRDefault="00A94E4E" w:rsidP="00A94E4E">
      <w:pPr>
        <w:ind w:left="11520"/>
        <w:rPr>
          <w:sz w:val="24"/>
          <w:szCs w:val="24"/>
        </w:rPr>
      </w:pPr>
    </w:p>
    <w:p w14:paraId="3D75A759" w14:textId="77777777" w:rsidR="00A94E4E" w:rsidRDefault="00A94E4E" w:rsidP="00A94E4E">
      <w:pPr>
        <w:ind w:left="11520"/>
        <w:rPr>
          <w:sz w:val="24"/>
          <w:szCs w:val="24"/>
        </w:rPr>
      </w:pPr>
    </w:p>
    <w:p w14:paraId="65A1DADF" w14:textId="77777777" w:rsidR="00A94E4E" w:rsidRDefault="00A94E4E" w:rsidP="00A94E4E">
      <w:pPr>
        <w:ind w:left="11520"/>
        <w:rPr>
          <w:sz w:val="24"/>
          <w:szCs w:val="24"/>
        </w:rPr>
      </w:pPr>
    </w:p>
    <w:p w14:paraId="0D56792D" w14:textId="77777777" w:rsidR="00A94E4E" w:rsidRDefault="00A94E4E" w:rsidP="00A94E4E">
      <w:pPr>
        <w:ind w:left="11520"/>
        <w:rPr>
          <w:sz w:val="24"/>
          <w:szCs w:val="24"/>
        </w:rPr>
      </w:pPr>
    </w:p>
    <w:p w14:paraId="497376DC" w14:textId="77777777" w:rsidR="00A94E4E" w:rsidRDefault="00A94E4E" w:rsidP="00A94E4E">
      <w:pPr>
        <w:ind w:left="11520"/>
        <w:rPr>
          <w:sz w:val="24"/>
          <w:szCs w:val="24"/>
        </w:rPr>
      </w:pPr>
    </w:p>
    <w:p w14:paraId="6DA3A2A5" w14:textId="77777777" w:rsidR="00A94E4E" w:rsidRDefault="00A94E4E" w:rsidP="00A94E4E">
      <w:pPr>
        <w:ind w:left="11520"/>
        <w:rPr>
          <w:sz w:val="24"/>
          <w:szCs w:val="24"/>
        </w:rPr>
      </w:pPr>
    </w:p>
    <w:p w14:paraId="39A39425" w14:textId="77777777" w:rsidR="00A94E4E" w:rsidRDefault="00A94E4E" w:rsidP="00A94E4E">
      <w:pPr>
        <w:ind w:left="11520"/>
        <w:rPr>
          <w:sz w:val="24"/>
          <w:szCs w:val="24"/>
        </w:rPr>
      </w:pPr>
    </w:p>
    <w:p w14:paraId="53772130" w14:textId="77777777" w:rsidR="00A94E4E" w:rsidRDefault="00A94E4E" w:rsidP="00A94E4E">
      <w:pPr>
        <w:ind w:left="11520"/>
        <w:rPr>
          <w:sz w:val="24"/>
          <w:szCs w:val="24"/>
        </w:rPr>
      </w:pPr>
    </w:p>
    <w:p w14:paraId="1C410ECC" w14:textId="77777777" w:rsidR="00A94E4E" w:rsidRDefault="00A94E4E" w:rsidP="00A94E4E">
      <w:pPr>
        <w:ind w:left="11520"/>
        <w:rPr>
          <w:sz w:val="24"/>
          <w:szCs w:val="24"/>
        </w:rPr>
      </w:pPr>
    </w:p>
    <w:p w14:paraId="50018AD0" w14:textId="77777777" w:rsidR="00FD47DF" w:rsidRDefault="00FD47DF" w:rsidP="00A94E4E">
      <w:pPr>
        <w:ind w:left="11520"/>
        <w:rPr>
          <w:sz w:val="24"/>
          <w:szCs w:val="24"/>
        </w:rPr>
      </w:pPr>
    </w:p>
    <w:p w14:paraId="06E17238" w14:textId="77777777" w:rsidR="00A94E4E" w:rsidRDefault="00A94E4E" w:rsidP="00A94E4E">
      <w:pPr>
        <w:ind w:left="11520"/>
        <w:rPr>
          <w:sz w:val="24"/>
          <w:szCs w:val="24"/>
        </w:rPr>
      </w:pPr>
    </w:p>
    <w:p w14:paraId="11E7741C" w14:textId="77777777" w:rsidR="00A94E4E" w:rsidRPr="000771E2" w:rsidRDefault="00A94E4E" w:rsidP="00A94E4E">
      <w:pPr>
        <w:ind w:left="11520"/>
        <w:rPr>
          <w:sz w:val="24"/>
          <w:szCs w:val="24"/>
        </w:rPr>
      </w:pPr>
      <w:bookmarkStart w:id="2" w:name="_Hlk72850268"/>
      <w:r>
        <w:rPr>
          <w:sz w:val="24"/>
          <w:szCs w:val="24"/>
        </w:rPr>
        <w:lastRenderedPageBreak/>
        <w:t>Приложение 2</w:t>
      </w:r>
    </w:p>
    <w:p w14:paraId="775E1EA0" w14:textId="77777777" w:rsidR="00A94E4E" w:rsidRPr="000771E2" w:rsidRDefault="00A94E4E" w:rsidP="00A94E4E">
      <w:pPr>
        <w:ind w:left="11520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0771E2">
        <w:rPr>
          <w:sz w:val="24"/>
          <w:szCs w:val="24"/>
        </w:rPr>
        <w:t>постановлени</w:t>
      </w:r>
      <w:r>
        <w:rPr>
          <w:sz w:val="24"/>
          <w:szCs w:val="24"/>
        </w:rPr>
        <w:t>ю</w:t>
      </w:r>
      <w:r w:rsidRPr="000771E2">
        <w:rPr>
          <w:sz w:val="24"/>
          <w:szCs w:val="24"/>
        </w:rPr>
        <w:t xml:space="preserve"> администрации </w:t>
      </w:r>
    </w:p>
    <w:p w14:paraId="79DC946E" w14:textId="3AC77F13" w:rsidR="00A94E4E" w:rsidRDefault="00A94E4E" w:rsidP="00FD47DF">
      <w:pPr>
        <w:ind w:left="11520"/>
        <w:rPr>
          <w:sz w:val="24"/>
          <w:szCs w:val="24"/>
        </w:rPr>
      </w:pPr>
      <w:r w:rsidRPr="000771E2">
        <w:rPr>
          <w:sz w:val="24"/>
          <w:szCs w:val="24"/>
        </w:rPr>
        <w:t xml:space="preserve">города Искитима Новосибирской области от </w:t>
      </w:r>
      <w:r w:rsidR="00FD47DF">
        <w:rPr>
          <w:sz w:val="24"/>
          <w:szCs w:val="24"/>
        </w:rPr>
        <w:t>16.11.</w:t>
      </w:r>
      <w:r w:rsidRPr="000771E2">
        <w:rPr>
          <w:sz w:val="24"/>
          <w:szCs w:val="24"/>
        </w:rPr>
        <w:t>20</w:t>
      </w:r>
      <w:r>
        <w:rPr>
          <w:sz w:val="24"/>
          <w:szCs w:val="24"/>
        </w:rPr>
        <w:t xml:space="preserve">23 </w:t>
      </w:r>
      <w:r w:rsidRPr="000771E2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="00FD47DF">
        <w:rPr>
          <w:sz w:val="24"/>
          <w:szCs w:val="24"/>
        </w:rPr>
        <w:t>2298</w:t>
      </w:r>
    </w:p>
    <w:p w14:paraId="1E373C32" w14:textId="77777777" w:rsidR="00A94E4E" w:rsidRDefault="00A94E4E" w:rsidP="00A94E4E">
      <w:pPr>
        <w:ind w:left="11520"/>
        <w:rPr>
          <w:sz w:val="24"/>
          <w:szCs w:val="24"/>
        </w:rPr>
      </w:pPr>
    </w:p>
    <w:bookmarkEnd w:id="2"/>
    <w:p w14:paraId="480D03EF" w14:textId="77777777" w:rsidR="00A94E4E" w:rsidRPr="000771E2" w:rsidRDefault="00A94E4E" w:rsidP="00A94E4E">
      <w:pPr>
        <w:ind w:left="11520"/>
        <w:rPr>
          <w:sz w:val="24"/>
          <w:szCs w:val="24"/>
        </w:rPr>
      </w:pPr>
      <w:r>
        <w:rPr>
          <w:sz w:val="24"/>
          <w:szCs w:val="24"/>
        </w:rPr>
        <w:t>«Приложение 4</w:t>
      </w:r>
    </w:p>
    <w:p w14:paraId="365CC363" w14:textId="77777777" w:rsidR="00A94E4E" w:rsidRPr="000771E2" w:rsidRDefault="00A94E4E" w:rsidP="00A94E4E">
      <w:pPr>
        <w:ind w:left="11520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0771E2">
        <w:rPr>
          <w:sz w:val="24"/>
          <w:szCs w:val="24"/>
        </w:rPr>
        <w:t>постановлени</w:t>
      </w:r>
      <w:r>
        <w:rPr>
          <w:sz w:val="24"/>
          <w:szCs w:val="24"/>
        </w:rPr>
        <w:t>ю</w:t>
      </w:r>
      <w:r w:rsidRPr="000771E2">
        <w:rPr>
          <w:sz w:val="24"/>
          <w:szCs w:val="24"/>
        </w:rPr>
        <w:t xml:space="preserve"> администрации </w:t>
      </w:r>
    </w:p>
    <w:p w14:paraId="1FC08575" w14:textId="77777777" w:rsidR="00A94E4E" w:rsidRPr="000771E2" w:rsidRDefault="00A94E4E" w:rsidP="00A94E4E">
      <w:pPr>
        <w:ind w:left="11520"/>
        <w:rPr>
          <w:sz w:val="24"/>
          <w:szCs w:val="24"/>
        </w:rPr>
      </w:pPr>
      <w:r w:rsidRPr="000771E2">
        <w:rPr>
          <w:sz w:val="24"/>
          <w:szCs w:val="24"/>
        </w:rPr>
        <w:t xml:space="preserve">города Искитима </w:t>
      </w:r>
    </w:p>
    <w:p w14:paraId="37CCA0D6" w14:textId="77777777" w:rsidR="00A94E4E" w:rsidRPr="000771E2" w:rsidRDefault="00A94E4E" w:rsidP="00A94E4E">
      <w:pPr>
        <w:ind w:left="11520"/>
        <w:rPr>
          <w:sz w:val="24"/>
          <w:szCs w:val="24"/>
        </w:rPr>
      </w:pPr>
      <w:r w:rsidRPr="000771E2">
        <w:rPr>
          <w:sz w:val="24"/>
          <w:szCs w:val="24"/>
        </w:rPr>
        <w:t xml:space="preserve">Новосибирской области </w:t>
      </w:r>
    </w:p>
    <w:p w14:paraId="40430896" w14:textId="442E5B70" w:rsidR="00A94E4E" w:rsidRDefault="00A94E4E" w:rsidP="00A94E4E">
      <w:pPr>
        <w:ind w:left="11520"/>
        <w:rPr>
          <w:sz w:val="24"/>
          <w:szCs w:val="24"/>
        </w:rPr>
      </w:pPr>
      <w:r w:rsidRPr="000771E2">
        <w:rPr>
          <w:sz w:val="24"/>
          <w:szCs w:val="24"/>
        </w:rPr>
        <w:t xml:space="preserve">от </w:t>
      </w:r>
      <w:r>
        <w:rPr>
          <w:sz w:val="24"/>
          <w:szCs w:val="24"/>
        </w:rPr>
        <w:t>17.01</w:t>
      </w:r>
      <w:r w:rsidRPr="000771E2">
        <w:rPr>
          <w:sz w:val="24"/>
          <w:szCs w:val="24"/>
        </w:rPr>
        <w:t>.20</w:t>
      </w:r>
      <w:r>
        <w:rPr>
          <w:sz w:val="24"/>
          <w:szCs w:val="24"/>
        </w:rPr>
        <w:t xml:space="preserve">23 </w:t>
      </w:r>
      <w:r w:rsidRPr="000771E2">
        <w:rPr>
          <w:sz w:val="24"/>
          <w:szCs w:val="24"/>
        </w:rPr>
        <w:t>№</w:t>
      </w:r>
      <w:r>
        <w:rPr>
          <w:sz w:val="24"/>
          <w:szCs w:val="24"/>
        </w:rPr>
        <w:t xml:space="preserve"> 48</w:t>
      </w:r>
    </w:p>
    <w:p w14:paraId="66AD29F9" w14:textId="77777777" w:rsidR="00A94E4E" w:rsidRDefault="00A94E4E" w:rsidP="00A94E4E">
      <w:pPr>
        <w:ind w:left="11520"/>
        <w:rPr>
          <w:sz w:val="24"/>
          <w:szCs w:val="24"/>
        </w:rPr>
      </w:pPr>
    </w:p>
    <w:p w14:paraId="1C301A3D" w14:textId="77777777" w:rsidR="00A94E4E" w:rsidRDefault="00A94E4E" w:rsidP="00A94E4E">
      <w:pPr>
        <w:jc w:val="center"/>
        <w:rPr>
          <w:sz w:val="24"/>
          <w:szCs w:val="24"/>
        </w:rPr>
      </w:pPr>
      <w:r w:rsidRPr="007A6509">
        <w:rPr>
          <w:sz w:val="24"/>
          <w:szCs w:val="24"/>
        </w:rPr>
        <w:t>НОРМАТИВ</w:t>
      </w:r>
      <w:r>
        <w:rPr>
          <w:sz w:val="24"/>
          <w:szCs w:val="24"/>
        </w:rPr>
        <w:t xml:space="preserve">Ы </w:t>
      </w:r>
      <w:r w:rsidRPr="007A6509">
        <w:rPr>
          <w:sz w:val="24"/>
          <w:szCs w:val="24"/>
        </w:rPr>
        <w:t xml:space="preserve">ЗАТРАТ НА </w:t>
      </w:r>
      <w:r>
        <w:rPr>
          <w:sz w:val="24"/>
          <w:szCs w:val="24"/>
        </w:rPr>
        <w:t>ВЫПОЛНЕНИЕ РАБОТ</w:t>
      </w:r>
    </w:p>
    <w:p w14:paraId="7C6B5565" w14:textId="01295DDB" w:rsidR="00A94E4E" w:rsidRDefault="00A94E4E" w:rsidP="00A94E4E">
      <w:pPr>
        <w:jc w:val="center"/>
        <w:rPr>
          <w:sz w:val="24"/>
          <w:szCs w:val="24"/>
        </w:rPr>
      </w:pPr>
      <w:r w:rsidRPr="007A6509">
        <w:rPr>
          <w:sz w:val="24"/>
          <w:szCs w:val="24"/>
        </w:rPr>
        <w:t xml:space="preserve">МУНИЦИПАЛЬНЫМИ УЧРЕЖДЕНИЯМИ, ПОДВЕДОМСТВЕННЫМИ МКУ </w:t>
      </w:r>
      <w:r>
        <w:rPr>
          <w:sz w:val="24"/>
          <w:szCs w:val="24"/>
        </w:rPr>
        <w:t>УПРАВЛЕНИЕ КУЛЬТУРЫ</w:t>
      </w:r>
      <w:r w:rsidRPr="007A65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</w:t>
      </w:r>
      <w:r w:rsidRPr="007A6509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7A6509">
        <w:rPr>
          <w:sz w:val="24"/>
          <w:szCs w:val="24"/>
        </w:rPr>
        <w:t xml:space="preserve"> год</w:t>
      </w:r>
    </w:p>
    <w:p w14:paraId="3CB80F95" w14:textId="77777777" w:rsidR="00A94E4E" w:rsidRDefault="00A94E4E" w:rsidP="00A94E4E">
      <w:pPr>
        <w:jc w:val="center"/>
        <w:rPr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37"/>
        <w:gridCol w:w="2660"/>
        <w:gridCol w:w="2948"/>
        <w:gridCol w:w="1843"/>
        <w:gridCol w:w="2126"/>
        <w:gridCol w:w="1701"/>
        <w:gridCol w:w="1833"/>
        <w:gridCol w:w="1602"/>
      </w:tblGrid>
      <w:tr w:rsidR="00A94E4E" w:rsidRPr="001D26DE" w14:paraId="5E2EEEF7" w14:textId="77777777" w:rsidTr="009E769A">
        <w:tc>
          <w:tcPr>
            <w:tcW w:w="737" w:type="dxa"/>
            <w:vMerge w:val="restart"/>
          </w:tcPr>
          <w:p w14:paraId="7C3AA5C3" w14:textId="77777777" w:rsidR="00A94E4E" w:rsidRPr="001D26D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60" w:type="dxa"/>
            <w:vMerge w:val="restart"/>
          </w:tcPr>
          <w:p w14:paraId="70F6137C" w14:textId="77777777" w:rsidR="00A94E4E" w:rsidRPr="001D26D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948" w:type="dxa"/>
            <w:vMerge w:val="restart"/>
          </w:tcPr>
          <w:p w14:paraId="2B5680BF" w14:textId="77777777" w:rsidR="00A94E4E" w:rsidRPr="001D26D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sz w:val="20"/>
                <w:szCs w:val="20"/>
              </w:rPr>
              <w:t>Наименование и содержание муниципальной услуги</w:t>
            </w:r>
          </w:p>
        </w:tc>
        <w:tc>
          <w:tcPr>
            <w:tcW w:w="1843" w:type="dxa"/>
            <w:vMerge w:val="restart"/>
          </w:tcPr>
          <w:p w14:paraId="3095ED3D" w14:textId="77777777" w:rsidR="00A94E4E" w:rsidRPr="001D26D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sz w:val="20"/>
                <w:szCs w:val="20"/>
              </w:rPr>
              <w:t>Условия (формы) оказания муниципальной услуги</w:t>
            </w:r>
          </w:p>
        </w:tc>
        <w:tc>
          <w:tcPr>
            <w:tcW w:w="2126" w:type="dxa"/>
            <w:vMerge w:val="restart"/>
          </w:tcPr>
          <w:p w14:paraId="02BB0C70" w14:textId="77777777" w:rsidR="00A94E4E" w:rsidRPr="001D26D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показателей, характеризующих объем муниципальной услуги</w:t>
            </w:r>
          </w:p>
        </w:tc>
        <w:tc>
          <w:tcPr>
            <w:tcW w:w="1701" w:type="dxa"/>
          </w:tcPr>
          <w:p w14:paraId="5CD8DEE8" w14:textId="77777777" w:rsidR="00A94E4E" w:rsidRPr="001D26D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ОКЕЙ</w:t>
            </w:r>
          </w:p>
        </w:tc>
        <w:tc>
          <w:tcPr>
            <w:tcW w:w="1833" w:type="dxa"/>
            <w:vMerge w:val="restart"/>
          </w:tcPr>
          <w:p w14:paraId="06EC494C" w14:textId="77777777" w:rsidR="00A94E4E" w:rsidRPr="001D26D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sz w:val="20"/>
                <w:szCs w:val="20"/>
              </w:rPr>
              <w:t>Нормативные затраты на выполнение 1 работы, руб.</w:t>
            </w:r>
          </w:p>
        </w:tc>
        <w:tc>
          <w:tcPr>
            <w:tcW w:w="1602" w:type="dxa"/>
            <w:vMerge w:val="restart"/>
          </w:tcPr>
          <w:p w14:paraId="31C49904" w14:textId="77777777" w:rsidR="00A94E4E" w:rsidRPr="001D26D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sz w:val="20"/>
                <w:szCs w:val="20"/>
              </w:rPr>
              <w:t>Нормативные затраты на выполнение  работы в целом, руб.</w:t>
            </w:r>
          </w:p>
        </w:tc>
      </w:tr>
      <w:tr w:rsidR="00A94E4E" w:rsidRPr="001D26DE" w14:paraId="0646F09D" w14:textId="77777777" w:rsidTr="009E769A">
        <w:tc>
          <w:tcPr>
            <w:tcW w:w="737" w:type="dxa"/>
            <w:vMerge/>
          </w:tcPr>
          <w:p w14:paraId="499262A1" w14:textId="77777777" w:rsidR="00A94E4E" w:rsidRPr="001D26D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</w:tcPr>
          <w:p w14:paraId="0FDE9FB8" w14:textId="77777777" w:rsidR="00A94E4E" w:rsidRPr="001D26DE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8" w:type="dxa"/>
            <w:vMerge/>
          </w:tcPr>
          <w:p w14:paraId="6AA21887" w14:textId="77777777" w:rsidR="00A94E4E" w:rsidRPr="001D26DE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793E635" w14:textId="77777777" w:rsidR="00A94E4E" w:rsidRPr="001D26DE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2FF36010" w14:textId="77777777" w:rsidR="00A94E4E" w:rsidRPr="001D26DE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B9135D" w14:textId="77777777" w:rsidR="00A94E4E" w:rsidRPr="001D26DE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33" w:type="dxa"/>
            <w:vMerge/>
          </w:tcPr>
          <w:p w14:paraId="2528B08D" w14:textId="77777777" w:rsidR="00A94E4E" w:rsidRPr="001D26DE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  <w:vMerge/>
          </w:tcPr>
          <w:p w14:paraId="2509DBEE" w14:textId="77777777" w:rsidR="00A94E4E" w:rsidRPr="001D26DE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4E" w:rsidRPr="001D26DE" w14:paraId="32FC09F4" w14:textId="77777777" w:rsidTr="00A94E4E">
        <w:tc>
          <w:tcPr>
            <w:tcW w:w="15450" w:type="dxa"/>
            <w:gridSpan w:val="8"/>
          </w:tcPr>
          <w:p w14:paraId="6A895E85" w14:textId="77777777" w:rsidR="00A94E4E" w:rsidRPr="001D26D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sz w:val="20"/>
                <w:szCs w:val="20"/>
              </w:rPr>
              <w:t>МБУ Парк КиО им. И.В.Коротеева г.Искитима</w:t>
            </w:r>
          </w:p>
        </w:tc>
      </w:tr>
      <w:tr w:rsidR="00A94E4E" w:rsidRPr="001D26DE" w14:paraId="3831EE86" w14:textId="77777777" w:rsidTr="009E769A">
        <w:tc>
          <w:tcPr>
            <w:tcW w:w="737" w:type="dxa"/>
          </w:tcPr>
          <w:p w14:paraId="0A16B63A" w14:textId="77777777" w:rsidR="00A94E4E" w:rsidRPr="001D26D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60" w:type="dxa"/>
          </w:tcPr>
          <w:p w14:paraId="245987B8" w14:textId="77777777" w:rsidR="00A94E4E" w:rsidRPr="001D26DE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tgtFrame="_blank" w:history="1">
              <w:r w:rsidR="00A94E4E" w:rsidRPr="001D26DE">
                <w:rPr>
                  <w:rStyle w:val="aa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591212.P.57.1.7012000100</w:t>
              </w:r>
            </w:hyperlink>
            <w:r w:rsidR="00A94E4E">
              <w:rPr>
                <w:rStyle w:val="aa"/>
                <w:bCs/>
                <w:color w:val="auto"/>
              </w:rPr>
              <w:t>3</w:t>
            </w:r>
          </w:p>
        </w:tc>
        <w:tc>
          <w:tcPr>
            <w:tcW w:w="2948" w:type="dxa"/>
          </w:tcPr>
          <w:p w14:paraId="19B85D9C" w14:textId="77777777" w:rsidR="00A94E4E" w:rsidRPr="001D26D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sz w:val="20"/>
                <w:szCs w:val="20"/>
              </w:rPr>
              <w:t>Содержание и благоустройство территорий парков культуры и отдыха</w:t>
            </w:r>
          </w:p>
        </w:tc>
        <w:tc>
          <w:tcPr>
            <w:tcW w:w="1843" w:type="dxa"/>
          </w:tcPr>
          <w:p w14:paraId="50EBF340" w14:textId="77777777" w:rsidR="00A94E4E" w:rsidRPr="001D26D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6DFC654" w14:textId="77777777" w:rsidR="00A94E4E" w:rsidRPr="001D26DE" w:rsidRDefault="00A94E4E" w:rsidP="00A94E4E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территории</w:t>
            </w:r>
          </w:p>
          <w:p w14:paraId="51C84374" w14:textId="77777777" w:rsidR="00A94E4E" w:rsidRPr="001D26D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D0A929" w14:textId="77777777" w:rsidR="00A94E4E" w:rsidRPr="001D26D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Квадратный метр</w:t>
            </w:r>
          </w:p>
        </w:tc>
        <w:tc>
          <w:tcPr>
            <w:tcW w:w="1833" w:type="dxa"/>
          </w:tcPr>
          <w:p w14:paraId="01F65294" w14:textId="17B48065" w:rsidR="00A94E4E" w:rsidRPr="00C11871" w:rsidRDefault="006D1F14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871">
              <w:rPr>
                <w:rFonts w:ascii="Times New Roman" w:hAnsi="Times New Roman" w:cs="Times New Roman"/>
                <w:sz w:val="20"/>
                <w:szCs w:val="20"/>
              </w:rPr>
              <w:t>21,64</w:t>
            </w:r>
          </w:p>
        </w:tc>
        <w:tc>
          <w:tcPr>
            <w:tcW w:w="1602" w:type="dxa"/>
          </w:tcPr>
          <w:p w14:paraId="61CAB295" w14:textId="3263180D" w:rsidR="00A94E4E" w:rsidRPr="00C11871" w:rsidRDefault="006D1F14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871">
              <w:rPr>
                <w:rFonts w:ascii="Times New Roman" w:hAnsi="Times New Roman" w:cs="Times New Roman"/>
                <w:sz w:val="20"/>
                <w:szCs w:val="20"/>
              </w:rPr>
              <w:t>5769139,12</w:t>
            </w:r>
          </w:p>
        </w:tc>
      </w:tr>
      <w:tr w:rsidR="00A94E4E" w:rsidRPr="001D26DE" w14:paraId="67AE2FFA" w14:textId="77777777" w:rsidTr="00A94E4E">
        <w:tc>
          <w:tcPr>
            <w:tcW w:w="15450" w:type="dxa"/>
            <w:gridSpan w:val="8"/>
          </w:tcPr>
          <w:p w14:paraId="6E9866D7" w14:textId="77777777" w:rsidR="00A94E4E" w:rsidRPr="00C11871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871">
              <w:rPr>
                <w:rFonts w:ascii="Times New Roman" w:hAnsi="Times New Roman" w:cs="Times New Roman"/>
                <w:sz w:val="20"/>
                <w:szCs w:val="20"/>
              </w:rPr>
              <w:t>МБУК «ИГИХМ» г.Искитима</w:t>
            </w:r>
          </w:p>
        </w:tc>
      </w:tr>
      <w:tr w:rsidR="00A94E4E" w:rsidRPr="001D26DE" w14:paraId="7A1B715F" w14:textId="77777777" w:rsidTr="009E769A">
        <w:tc>
          <w:tcPr>
            <w:tcW w:w="737" w:type="dxa"/>
          </w:tcPr>
          <w:p w14:paraId="20737CFD" w14:textId="77777777" w:rsidR="00A94E4E" w:rsidRPr="001D26D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0" w:type="dxa"/>
          </w:tcPr>
          <w:p w14:paraId="098EB05C" w14:textId="77777777" w:rsidR="00A94E4E" w:rsidRPr="001D26DE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tgtFrame="_blank" w:history="1">
              <w:r w:rsidR="00A94E4E" w:rsidRPr="001D26DE">
                <w:rPr>
                  <w:rStyle w:val="aa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910210.Р.57.1.3212000100</w:t>
              </w:r>
              <w:r w:rsidR="00A94E4E">
                <w:rPr>
                  <w:rStyle w:val="aa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3</w:t>
              </w:r>
            </w:hyperlink>
          </w:p>
        </w:tc>
        <w:tc>
          <w:tcPr>
            <w:tcW w:w="2948" w:type="dxa"/>
          </w:tcPr>
          <w:p w14:paraId="4210609C" w14:textId="77777777" w:rsidR="00A94E4E" w:rsidRPr="001D26D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sz w:val="20"/>
                <w:szCs w:val="20"/>
              </w:rPr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1843" w:type="dxa"/>
          </w:tcPr>
          <w:p w14:paraId="09571A71" w14:textId="77777777" w:rsidR="00A94E4E" w:rsidRPr="001D26D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sz w:val="20"/>
                <w:szCs w:val="20"/>
              </w:rPr>
              <w:t>В стационарных условиях</w:t>
            </w:r>
          </w:p>
        </w:tc>
        <w:tc>
          <w:tcPr>
            <w:tcW w:w="2126" w:type="dxa"/>
          </w:tcPr>
          <w:p w14:paraId="6D9E0563" w14:textId="77777777" w:rsidR="00A94E4E" w:rsidRPr="001D26D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предметов</w:t>
            </w:r>
          </w:p>
        </w:tc>
        <w:tc>
          <w:tcPr>
            <w:tcW w:w="1701" w:type="dxa"/>
          </w:tcPr>
          <w:p w14:paraId="6241AAD6" w14:textId="77777777" w:rsidR="00A94E4E" w:rsidRPr="001D26D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33" w:type="dxa"/>
          </w:tcPr>
          <w:p w14:paraId="0C43C7F6" w14:textId="41EC4981" w:rsidR="00A94E4E" w:rsidRPr="00C11871" w:rsidRDefault="00F53D70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871">
              <w:rPr>
                <w:rFonts w:ascii="Times New Roman" w:hAnsi="Times New Roman" w:cs="Times New Roman"/>
                <w:sz w:val="20"/>
                <w:szCs w:val="20"/>
              </w:rPr>
              <w:t>33493,13</w:t>
            </w:r>
          </w:p>
        </w:tc>
        <w:tc>
          <w:tcPr>
            <w:tcW w:w="1602" w:type="dxa"/>
          </w:tcPr>
          <w:p w14:paraId="1FEB86E0" w14:textId="6F1D4674" w:rsidR="00A94E4E" w:rsidRPr="00C11871" w:rsidRDefault="006D1F14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871">
              <w:rPr>
                <w:rFonts w:ascii="Times New Roman" w:hAnsi="Times New Roman" w:cs="Times New Roman"/>
                <w:sz w:val="20"/>
                <w:szCs w:val="20"/>
              </w:rPr>
              <w:t>3349313,31</w:t>
            </w:r>
          </w:p>
          <w:p w14:paraId="1F5AD148" w14:textId="2A294ADF" w:rsidR="00FE143E" w:rsidRPr="00C11871" w:rsidRDefault="00FE143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4E" w:rsidRPr="001D26DE" w14:paraId="1FCDDAAF" w14:textId="77777777" w:rsidTr="009E769A">
        <w:trPr>
          <w:trHeight w:val="1104"/>
        </w:trPr>
        <w:tc>
          <w:tcPr>
            <w:tcW w:w="737" w:type="dxa"/>
          </w:tcPr>
          <w:p w14:paraId="09D94EE3" w14:textId="77777777" w:rsidR="00A94E4E" w:rsidRPr="001D26D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60" w:type="dxa"/>
          </w:tcPr>
          <w:p w14:paraId="70B41A3A" w14:textId="77777777" w:rsidR="00A94E4E" w:rsidRPr="001D26DE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tgtFrame="_blank" w:history="1">
              <w:r w:rsidR="00A94E4E" w:rsidRPr="001D26DE">
                <w:rPr>
                  <w:rStyle w:val="aa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910210.Р.57.1.3041000100</w:t>
              </w:r>
            </w:hyperlink>
            <w:r w:rsidR="00A94E4E">
              <w:rPr>
                <w:rStyle w:val="aa"/>
                <w:bCs/>
                <w:color w:val="auto"/>
              </w:rPr>
              <w:t>3</w:t>
            </w:r>
          </w:p>
        </w:tc>
        <w:tc>
          <w:tcPr>
            <w:tcW w:w="2948" w:type="dxa"/>
          </w:tcPr>
          <w:p w14:paraId="485F1303" w14:textId="77777777" w:rsidR="00A94E4E" w:rsidRPr="001D26D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sz w:val="20"/>
                <w:szCs w:val="20"/>
              </w:rPr>
              <w:t>Осуществление реставрации и консервации музейных предметов, музейных коллекций</w:t>
            </w:r>
          </w:p>
        </w:tc>
        <w:tc>
          <w:tcPr>
            <w:tcW w:w="1843" w:type="dxa"/>
          </w:tcPr>
          <w:p w14:paraId="02694252" w14:textId="77777777" w:rsidR="00A94E4E" w:rsidRPr="001D26D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B21EA4E" w14:textId="77777777" w:rsidR="00A94E4E" w:rsidRPr="001D26DE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предметов</w:t>
            </w:r>
          </w:p>
        </w:tc>
        <w:tc>
          <w:tcPr>
            <w:tcW w:w="1701" w:type="dxa"/>
          </w:tcPr>
          <w:p w14:paraId="7F2673BF" w14:textId="77777777" w:rsidR="00A94E4E" w:rsidRPr="001D26DE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33" w:type="dxa"/>
          </w:tcPr>
          <w:p w14:paraId="01336D30" w14:textId="08A17E89" w:rsidR="00A94E4E" w:rsidRPr="00C11871" w:rsidRDefault="00F53D70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871">
              <w:rPr>
                <w:rFonts w:ascii="Times New Roman" w:hAnsi="Times New Roman" w:cs="Times New Roman"/>
                <w:sz w:val="20"/>
                <w:szCs w:val="20"/>
              </w:rPr>
              <w:t>58759,88</w:t>
            </w:r>
          </w:p>
        </w:tc>
        <w:tc>
          <w:tcPr>
            <w:tcW w:w="1602" w:type="dxa"/>
          </w:tcPr>
          <w:p w14:paraId="67044F45" w14:textId="423F13BA" w:rsidR="00A94E4E" w:rsidRPr="00C11871" w:rsidRDefault="006D1F14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871">
              <w:rPr>
                <w:rFonts w:ascii="Times New Roman" w:hAnsi="Times New Roman" w:cs="Times New Roman"/>
                <w:sz w:val="20"/>
                <w:szCs w:val="20"/>
              </w:rPr>
              <w:t>58759,88</w:t>
            </w:r>
          </w:p>
          <w:p w14:paraId="2CF07539" w14:textId="5F16FFA3" w:rsidR="00FE143E" w:rsidRPr="00C11871" w:rsidRDefault="00FE143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4E" w:rsidRPr="001D26DE" w14:paraId="3FF4B0D4" w14:textId="77777777" w:rsidTr="009E769A">
        <w:trPr>
          <w:trHeight w:val="977"/>
        </w:trPr>
        <w:tc>
          <w:tcPr>
            <w:tcW w:w="737" w:type="dxa"/>
          </w:tcPr>
          <w:p w14:paraId="374B3BC9" w14:textId="77777777" w:rsidR="00A94E4E" w:rsidRPr="001D26D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60" w:type="dxa"/>
          </w:tcPr>
          <w:p w14:paraId="5C4165CC" w14:textId="77777777" w:rsidR="00A94E4E" w:rsidRPr="001D26DE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tgtFrame="_blank" w:history="1">
              <w:r w:rsidR="00A94E4E" w:rsidRPr="001D26DE">
                <w:rPr>
                  <w:rStyle w:val="aa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910210.Р.57.1.3232000100</w:t>
              </w:r>
            </w:hyperlink>
            <w:r w:rsidR="00A94E4E">
              <w:rPr>
                <w:rStyle w:val="aa"/>
                <w:bCs/>
                <w:color w:val="auto"/>
              </w:rPr>
              <w:t>3</w:t>
            </w:r>
          </w:p>
        </w:tc>
        <w:tc>
          <w:tcPr>
            <w:tcW w:w="2948" w:type="dxa"/>
          </w:tcPr>
          <w:p w14:paraId="53EB281D" w14:textId="77777777" w:rsidR="00A94E4E" w:rsidRPr="001D26D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sz w:val="20"/>
                <w:szCs w:val="20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1843" w:type="dxa"/>
          </w:tcPr>
          <w:p w14:paraId="7F6EB4AD" w14:textId="77777777" w:rsidR="00A94E4E" w:rsidRPr="001D26DE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41652B5" w14:textId="27A7B899" w:rsidR="00A94E4E" w:rsidRPr="009E769A" w:rsidRDefault="00A94E4E" w:rsidP="009E769A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экспозиций (выставок)</w:t>
            </w:r>
          </w:p>
        </w:tc>
        <w:tc>
          <w:tcPr>
            <w:tcW w:w="1701" w:type="dxa"/>
          </w:tcPr>
          <w:p w14:paraId="776FCFCE" w14:textId="77777777" w:rsidR="00A94E4E" w:rsidRPr="001D26DE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6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  <w:p w14:paraId="1783FAD0" w14:textId="77777777" w:rsidR="00A94E4E" w:rsidRPr="001D26DE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14:paraId="3D39C379" w14:textId="55AD1965" w:rsidR="00A94E4E" w:rsidRPr="00C11871" w:rsidRDefault="00F53D70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871">
              <w:rPr>
                <w:rFonts w:ascii="Times New Roman" w:hAnsi="Times New Roman" w:cs="Times New Roman"/>
                <w:sz w:val="20"/>
                <w:szCs w:val="20"/>
              </w:rPr>
              <w:t>32905,53</w:t>
            </w:r>
          </w:p>
        </w:tc>
        <w:tc>
          <w:tcPr>
            <w:tcW w:w="1602" w:type="dxa"/>
          </w:tcPr>
          <w:p w14:paraId="6C0CBE7D" w14:textId="10D80D2D" w:rsidR="00A94E4E" w:rsidRPr="00C11871" w:rsidRDefault="006D1F14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871">
              <w:rPr>
                <w:rFonts w:ascii="Times New Roman" w:hAnsi="Times New Roman" w:cs="Times New Roman"/>
                <w:sz w:val="20"/>
                <w:szCs w:val="20"/>
              </w:rPr>
              <w:t>2467915,06</w:t>
            </w:r>
          </w:p>
        </w:tc>
      </w:tr>
    </w:tbl>
    <w:p w14:paraId="1262CCD4" w14:textId="77777777" w:rsidR="00FD47DF" w:rsidRDefault="00FD47DF" w:rsidP="00A94E4E">
      <w:pPr>
        <w:ind w:left="11520"/>
        <w:rPr>
          <w:sz w:val="24"/>
          <w:szCs w:val="24"/>
        </w:rPr>
      </w:pPr>
    </w:p>
    <w:p w14:paraId="73589B15" w14:textId="77777777" w:rsidR="00FD47DF" w:rsidRDefault="00FD47DF" w:rsidP="00A94E4E">
      <w:pPr>
        <w:ind w:left="11520"/>
        <w:rPr>
          <w:sz w:val="24"/>
          <w:szCs w:val="24"/>
        </w:rPr>
      </w:pPr>
    </w:p>
    <w:p w14:paraId="331BAABE" w14:textId="77777777" w:rsidR="00A94E4E" w:rsidRPr="000771E2" w:rsidRDefault="00A94E4E" w:rsidP="00A94E4E">
      <w:pPr>
        <w:ind w:left="11520"/>
        <w:rPr>
          <w:sz w:val="24"/>
          <w:szCs w:val="24"/>
        </w:rPr>
      </w:pPr>
      <w:r>
        <w:rPr>
          <w:sz w:val="24"/>
          <w:szCs w:val="24"/>
        </w:rPr>
        <w:t>Приложение 3</w:t>
      </w:r>
    </w:p>
    <w:p w14:paraId="47720667" w14:textId="77777777" w:rsidR="00A94E4E" w:rsidRPr="000771E2" w:rsidRDefault="00A94E4E" w:rsidP="00A94E4E">
      <w:pPr>
        <w:ind w:left="11520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0771E2">
        <w:rPr>
          <w:sz w:val="24"/>
          <w:szCs w:val="24"/>
        </w:rPr>
        <w:t>постановлени</w:t>
      </w:r>
      <w:r>
        <w:rPr>
          <w:sz w:val="24"/>
          <w:szCs w:val="24"/>
        </w:rPr>
        <w:t>ю</w:t>
      </w:r>
      <w:r w:rsidRPr="000771E2">
        <w:rPr>
          <w:sz w:val="24"/>
          <w:szCs w:val="24"/>
        </w:rPr>
        <w:t xml:space="preserve"> администрации </w:t>
      </w:r>
    </w:p>
    <w:p w14:paraId="6D52D4C8" w14:textId="2E8678AA" w:rsidR="00A94E4E" w:rsidRDefault="00A94E4E" w:rsidP="00FD47DF">
      <w:pPr>
        <w:ind w:left="11520"/>
        <w:rPr>
          <w:sz w:val="24"/>
          <w:szCs w:val="24"/>
        </w:rPr>
      </w:pPr>
      <w:r w:rsidRPr="000771E2">
        <w:rPr>
          <w:sz w:val="24"/>
          <w:szCs w:val="24"/>
        </w:rPr>
        <w:t xml:space="preserve">города Искитима Новосибирской области от </w:t>
      </w:r>
      <w:r w:rsidR="00FD47DF">
        <w:rPr>
          <w:sz w:val="24"/>
          <w:szCs w:val="24"/>
        </w:rPr>
        <w:t>16.11.</w:t>
      </w:r>
      <w:r w:rsidRPr="000771E2">
        <w:rPr>
          <w:sz w:val="24"/>
          <w:szCs w:val="24"/>
        </w:rPr>
        <w:t>20</w:t>
      </w:r>
      <w:r>
        <w:rPr>
          <w:sz w:val="24"/>
          <w:szCs w:val="24"/>
        </w:rPr>
        <w:t xml:space="preserve">23 </w:t>
      </w:r>
      <w:r w:rsidRPr="000771E2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="00FD47DF">
        <w:rPr>
          <w:sz w:val="24"/>
          <w:szCs w:val="24"/>
        </w:rPr>
        <w:t>2298</w:t>
      </w:r>
    </w:p>
    <w:p w14:paraId="7F6920CE" w14:textId="77777777" w:rsidR="00A94E4E" w:rsidRDefault="00A94E4E" w:rsidP="00FD47DF">
      <w:pPr>
        <w:rPr>
          <w:sz w:val="24"/>
          <w:szCs w:val="24"/>
        </w:rPr>
      </w:pPr>
    </w:p>
    <w:p w14:paraId="7F1C83C1" w14:textId="77777777" w:rsidR="00A94E4E" w:rsidRPr="000771E2" w:rsidRDefault="00A94E4E" w:rsidP="00A94E4E">
      <w:pPr>
        <w:ind w:left="11520"/>
        <w:rPr>
          <w:sz w:val="24"/>
          <w:szCs w:val="24"/>
        </w:rPr>
      </w:pPr>
      <w:r>
        <w:rPr>
          <w:sz w:val="24"/>
          <w:szCs w:val="24"/>
        </w:rPr>
        <w:t>«Приложение 7</w:t>
      </w:r>
    </w:p>
    <w:p w14:paraId="03F78C50" w14:textId="77777777" w:rsidR="00A94E4E" w:rsidRPr="000771E2" w:rsidRDefault="00A94E4E" w:rsidP="00A94E4E">
      <w:pPr>
        <w:ind w:left="11520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0771E2">
        <w:rPr>
          <w:sz w:val="24"/>
          <w:szCs w:val="24"/>
        </w:rPr>
        <w:t>постановлени</w:t>
      </w:r>
      <w:r>
        <w:rPr>
          <w:sz w:val="24"/>
          <w:szCs w:val="24"/>
        </w:rPr>
        <w:t>ю</w:t>
      </w:r>
      <w:r w:rsidRPr="000771E2">
        <w:rPr>
          <w:sz w:val="24"/>
          <w:szCs w:val="24"/>
        </w:rPr>
        <w:t xml:space="preserve"> администрации </w:t>
      </w:r>
    </w:p>
    <w:p w14:paraId="4ACE7CA7" w14:textId="77777777" w:rsidR="00A94E4E" w:rsidRPr="000771E2" w:rsidRDefault="00A94E4E" w:rsidP="00A94E4E">
      <w:pPr>
        <w:ind w:left="11520"/>
        <w:rPr>
          <w:sz w:val="24"/>
          <w:szCs w:val="24"/>
        </w:rPr>
      </w:pPr>
      <w:r w:rsidRPr="000771E2">
        <w:rPr>
          <w:sz w:val="24"/>
          <w:szCs w:val="24"/>
        </w:rPr>
        <w:t xml:space="preserve">города Искитима </w:t>
      </w:r>
    </w:p>
    <w:p w14:paraId="6E90F738" w14:textId="77777777" w:rsidR="00A94E4E" w:rsidRPr="000771E2" w:rsidRDefault="00A94E4E" w:rsidP="00A94E4E">
      <w:pPr>
        <w:ind w:left="11520"/>
        <w:rPr>
          <w:sz w:val="24"/>
          <w:szCs w:val="24"/>
        </w:rPr>
      </w:pPr>
      <w:r w:rsidRPr="000771E2">
        <w:rPr>
          <w:sz w:val="24"/>
          <w:szCs w:val="24"/>
        </w:rPr>
        <w:t xml:space="preserve">Новосибирской области </w:t>
      </w:r>
    </w:p>
    <w:p w14:paraId="4A691668" w14:textId="07E04467" w:rsidR="00A94E4E" w:rsidRDefault="00A94E4E" w:rsidP="00A94E4E">
      <w:pPr>
        <w:ind w:left="11520"/>
        <w:rPr>
          <w:sz w:val="24"/>
          <w:szCs w:val="24"/>
        </w:rPr>
      </w:pPr>
      <w:r w:rsidRPr="000771E2">
        <w:rPr>
          <w:sz w:val="24"/>
          <w:szCs w:val="24"/>
        </w:rPr>
        <w:t xml:space="preserve">от </w:t>
      </w:r>
      <w:r>
        <w:rPr>
          <w:sz w:val="24"/>
          <w:szCs w:val="24"/>
        </w:rPr>
        <w:t>17</w:t>
      </w:r>
      <w:r w:rsidRPr="000771E2">
        <w:rPr>
          <w:sz w:val="24"/>
          <w:szCs w:val="24"/>
        </w:rPr>
        <w:t>.</w:t>
      </w:r>
      <w:r>
        <w:rPr>
          <w:sz w:val="24"/>
          <w:szCs w:val="24"/>
        </w:rPr>
        <w:t>01</w:t>
      </w:r>
      <w:r w:rsidRPr="000771E2">
        <w:rPr>
          <w:sz w:val="24"/>
          <w:szCs w:val="24"/>
        </w:rPr>
        <w:t>.20</w:t>
      </w:r>
      <w:r>
        <w:rPr>
          <w:sz w:val="24"/>
          <w:szCs w:val="24"/>
        </w:rPr>
        <w:t xml:space="preserve">23 </w:t>
      </w:r>
      <w:r w:rsidRPr="000771E2">
        <w:rPr>
          <w:sz w:val="24"/>
          <w:szCs w:val="24"/>
        </w:rPr>
        <w:t>№</w:t>
      </w:r>
      <w:r>
        <w:rPr>
          <w:sz w:val="24"/>
          <w:szCs w:val="24"/>
        </w:rPr>
        <w:t xml:space="preserve"> 48</w:t>
      </w:r>
      <w:r w:rsidRPr="000771E2">
        <w:rPr>
          <w:sz w:val="24"/>
          <w:szCs w:val="24"/>
        </w:rPr>
        <w:t xml:space="preserve"> </w:t>
      </w:r>
    </w:p>
    <w:p w14:paraId="3C8D5F62" w14:textId="77777777" w:rsidR="00A94E4E" w:rsidRDefault="00A94E4E" w:rsidP="00A94E4E">
      <w:pPr>
        <w:ind w:left="11520"/>
        <w:rPr>
          <w:sz w:val="24"/>
          <w:szCs w:val="24"/>
        </w:rPr>
      </w:pPr>
    </w:p>
    <w:p w14:paraId="16911702" w14:textId="77777777" w:rsidR="00A94E4E" w:rsidRPr="007A6509" w:rsidRDefault="00A94E4E" w:rsidP="00A94E4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КОРРЕКТИРУЮЩИЕ КОЭФФИЦИЕНТЫ К БАЗОВОМУ </w:t>
      </w:r>
      <w:r w:rsidRPr="007A6509">
        <w:rPr>
          <w:sz w:val="24"/>
          <w:szCs w:val="24"/>
        </w:rPr>
        <w:t>НОРМАТИВ</w:t>
      </w:r>
      <w:r>
        <w:rPr>
          <w:sz w:val="24"/>
          <w:szCs w:val="24"/>
        </w:rPr>
        <w:t xml:space="preserve">У </w:t>
      </w:r>
      <w:r w:rsidRPr="007A6509">
        <w:rPr>
          <w:sz w:val="24"/>
          <w:szCs w:val="24"/>
        </w:rPr>
        <w:t>ЗАТРАТ МУНИЦИПАЛЬНЫХ  УСЛУГ</w:t>
      </w:r>
      <w:r>
        <w:rPr>
          <w:sz w:val="24"/>
          <w:szCs w:val="24"/>
        </w:rPr>
        <w:t>, ОКАЗЫВАЕМЫХ</w:t>
      </w:r>
      <w:r w:rsidRPr="007A6509">
        <w:rPr>
          <w:sz w:val="24"/>
          <w:szCs w:val="24"/>
        </w:rPr>
        <w:t xml:space="preserve"> </w:t>
      </w:r>
    </w:p>
    <w:p w14:paraId="572C6A7D" w14:textId="1CCB973D" w:rsidR="00A94E4E" w:rsidRDefault="00A94E4E" w:rsidP="00A94E4E">
      <w:pPr>
        <w:jc w:val="center"/>
        <w:rPr>
          <w:sz w:val="24"/>
          <w:szCs w:val="24"/>
        </w:rPr>
      </w:pPr>
      <w:r w:rsidRPr="007A6509">
        <w:rPr>
          <w:sz w:val="24"/>
          <w:szCs w:val="24"/>
        </w:rPr>
        <w:t xml:space="preserve">МУНИЦИПАЛЬНЫМИ УЧРЕЖДЕНИЯМИ, ПОДВЕДОМСТВЕННЫМИ МКУ </w:t>
      </w:r>
      <w:r>
        <w:rPr>
          <w:sz w:val="24"/>
          <w:szCs w:val="24"/>
        </w:rPr>
        <w:t>УПРАВЛЕНИЕ КУЛЬТУРЫ</w:t>
      </w:r>
      <w:r w:rsidRPr="007A65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</w:t>
      </w:r>
      <w:r w:rsidRPr="007A6509">
        <w:rPr>
          <w:sz w:val="24"/>
          <w:szCs w:val="24"/>
        </w:rPr>
        <w:t>20</w:t>
      </w:r>
      <w:r>
        <w:rPr>
          <w:sz w:val="24"/>
          <w:szCs w:val="24"/>
        </w:rPr>
        <w:t>23</w:t>
      </w:r>
      <w:r w:rsidRPr="007A6509">
        <w:rPr>
          <w:sz w:val="24"/>
          <w:szCs w:val="24"/>
        </w:rPr>
        <w:t xml:space="preserve"> год</w:t>
      </w:r>
    </w:p>
    <w:p w14:paraId="5DFE112E" w14:textId="77777777" w:rsidR="00A94E4E" w:rsidRDefault="00A94E4E" w:rsidP="00A94E4E">
      <w:pPr>
        <w:jc w:val="center"/>
        <w:rPr>
          <w:sz w:val="24"/>
          <w:szCs w:val="24"/>
        </w:rPr>
      </w:pPr>
    </w:p>
    <w:tbl>
      <w:tblPr>
        <w:tblStyle w:val="a9"/>
        <w:tblW w:w="15417" w:type="dxa"/>
        <w:tblLayout w:type="fixed"/>
        <w:tblLook w:val="04A0" w:firstRow="1" w:lastRow="0" w:firstColumn="1" w:lastColumn="0" w:noHBand="0" w:noVBand="1"/>
      </w:tblPr>
      <w:tblGrid>
        <w:gridCol w:w="533"/>
        <w:gridCol w:w="1407"/>
        <w:gridCol w:w="2409"/>
        <w:gridCol w:w="1843"/>
        <w:gridCol w:w="1883"/>
        <w:gridCol w:w="1235"/>
        <w:gridCol w:w="910"/>
        <w:gridCol w:w="911"/>
        <w:gridCol w:w="911"/>
        <w:gridCol w:w="853"/>
        <w:gridCol w:w="969"/>
        <w:gridCol w:w="911"/>
        <w:gridCol w:w="642"/>
      </w:tblGrid>
      <w:tr w:rsidR="00A94E4E" w:rsidRPr="00FA7A08" w14:paraId="14F1856C" w14:textId="77777777" w:rsidTr="00F85424">
        <w:tc>
          <w:tcPr>
            <w:tcW w:w="533" w:type="dxa"/>
            <w:vMerge w:val="restart"/>
          </w:tcPr>
          <w:p w14:paraId="76E5EE65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07" w:type="dxa"/>
            <w:vMerge w:val="restart"/>
          </w:tcPr>
          <w:p w14:paraId="6DF78CFA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409" w:type="dxa"/>
            <w:vMerge w:val="restart"/>
          </w:tcPr>
          <w:p w14:paraId="4CE84F6D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Наименование и содержание муниципальной услуги</w:t>
            </w:r>
          </w:p>
        </w:tc>
        <w:tc>
          <w:tcPr>
            <w:tcW w:w="1843" w:type="dxa"/>
            <w:vMerge w:val="restart"/>
          </w:tcPr>
          <w:p w14:paraId="073BE523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Условия (формы) оказания муниципальной услуги</w:t>
            </w:r>
          </w:p>
        </w:tc>
        <w:tc>
          <w:tcPr>
            <w:tcW w:w="1883" w:type="dxa"/>
            <w:vMerge w:val="restart"/>
          </w:tcPr>
          <w:p w14:paraId="1FD22FB5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показателей, характеризующих объем муниципальной услуги</w:t>
            </w:r>
          </w:p>
        </w:tc>
        <w:tc>
          <w:tcPr>
            <w:tcW w:w="1235" w:type="dxa"/>
          </w:tcPr>
          <w:p w14:paraId="5D7CEAE0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ОКЕЙ</w:t>
            </w:r>
          </w:p>
        </w:tc>
        <w:tc>
          <w:tcPr>
            <w:tcW w:w="6107" w:type="dxa"/>
            <w:gridSpan w:val="7"/>
          </w:tcPr>
          <w:p w14:paraId="1C4B6F17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корректирующего коэффициента для муниципальных учреждений, подведомственных МКУ управление культуры </w:t>
            </w:r>
          </w:p>
        </w:tc>
      </w:tr>
      <w:tr w:rsidR="00A94E4E" w:rsidRPr="00FA7A08" w14:paraId="291A222E" w14:textId="77777777" w:rsidTr="00F85424">
        <w:tc>
          <w:tcPr>
            <w:tcW w:w="533" w:type="dxa"/>
            <w:vMerge/>
          </w:tcPr>
          <w:p w14:paraId="10983F54" w14:textId="77777777" w:rsidR="00A94E4E" w:rsidRPr="00FA7A08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</w:tcPr>
          <w:p w14:paraId="3BC22ABE" w14:textId="77777777" w:rsidR="00A94E4E" w:rsidRPr="00FA7A08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22EEA1D4" w14:textId="77777777" w:rsidR="00A94E4E" w:rsidRPr="00FA7A08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37C2FD96" w14:textId="77777777" w:rsidR="00A94E4E" w:rsidRPr="00FA7A08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vMerge/>
          </w:tcPr>
          <w:p w14:paraId="4E87267A" w14:textId="77777777" w:rsidR="00A94E4E" w:rsidRPr="00FA7A08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</w:tcPr>
          <w:p w14:paraId="31DBFEFF" w14:textId="77777777" w:rsidR="00A94E4E" w:rsidRPr="00FA7A08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10" w:type="dxa"/>
          </w:tcPr>
          <w:p w14:paraId="5FD24CF5" w14:textId="77777777" w:rsidR="00A94E4E" w:rsidRPr="00FA7A08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МБОУ ДО «ДМШ» г.Искитима</w:t>
            </w:r>
          </w:p>
        </w:tc>
        <w:tc>
          <w:tcPr>
            <w:tcW w:w="911" w:type="dxa"/>
          </w:tcPr>
          <w:p w14:paraId="21DF486B" w14:textId="77777777" w:rsidR="00A94E4E" w:rsidRPr="00FA7A08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МБОУ ДО «ДШИ» г.Искитима</w:t>
            </w:r>
          </w:p>
        </w:tc>
        <w:tc>
          <w:tcPr>
            <w:tcW w:w="911" w:type="dxa"/>
          </w:tcPr>
          <w:p w14:paraId="0DE9FC8D" w14:textId="77777777" w:rsidR="00A94E4E" w:rsidRPr="00FA7A08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МБУ ДК «Октябрь» г.Искитима</w:t>
            </w:r>
          </w:p>
        </w:tc>
        <w:tc>
          <w:tcPr>
            <w:tcW w:w="853" w:type="dxa"/>
          </w:tcPr>
          <w:p w14:paraId="648A723B" w14:textId="77777777" w:rsidR="00A94E4E" w:rsidRPr="00FA7A08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МБУ ДК «Молодость» г.Искитима</w:t>
            </w:r>
          </w:p>
        </w:tc>
        <w:tc>
          <w:tcPr>
            <w:tcW w:w="969" w:type="dxa"/>
          </w:tcPr>
          <w:p w14:paraId="2E4D2670" w14:textId="77777777" w:rsidR="00A94E4E" w:rsidRPr="00FA7A08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МБУ Парк КиО им.И.В.Коротеева г.Искитима</w:t>
            </w:r>
          </w:p>
        </w:tc>
        <w:tc>
          <w:tcPr>
            <w:tcW w:w="911" w:type="dxa"/>
          </w:tcPr>
          <w:p w14:paraId="60C86AD5" w14:textId="77777777" w:rsidR="00A94E4E" w:rsidRPr="00FA7A08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МБУК «ИГИХМ» г.Искитима</w:t>
            </w:r>
          </w:p>
        </w:tc>
        <w:tc>
          <w:tcPr>
            <w:tcW w:w="642" w:type="dxa"/>
          </w:tcPr>
          <w:p w14:paraId="03B7468C" w14:textId="77777777" w:rsidR="00A94E4E" w:rsidRPr="00FA7A08" w:rsidRDefault="00A94E4E" w:rsidP="00A94E4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МБУК «ЦБС» г.Искитима</w:t>
            </w:r>
          </w:p>
        </w:tc>
      </w:tr>
      <w:tr w:rsidR="00A94E4E" w:rsidRPr="00FA7A08" w14:paraId="6FBFB5FC" w14:textId="77777777" w:rsidTr="007731C3">
        <w:tc>
          <w:tcPr>
            <w:tcW w:w="533" w:type="dxa"/>
          </w:tcPr>
          <w:p w14:paraId="6A9E16D3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7" w:type="dxa"/>
          </w:tcPr>
          <w:p w14:paraId="4DDE8DDE" w14:textId="77777777" w:rsidR="00A94E4E" w:rsidRPr="00FA7A08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tgtFrame="_blank" w:history="1">
              <w:r w:rsidR="00A94E4E" w:rsidRPr="00FA7A08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900400О.99.0.ББ72АА00001</w:t>
              </w:r>
            </w:hyperlink>
          </w:p>
        </w:tc>
        <w:tc>
          <w:tcPr>
            <w:tcW w:w="2409" w:type="dxa"/>
          </w:tcPr>
          <w:p w14:paraId="6DF56918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Организация и поведение мероприятий</w:t>
            </w:r>
          </w:p>
        </w:tc>
        <w:tc>
          <w:tcPr>
            <w:tcW w:w="1843" w:type="dxa"/>
          </w:tcPr>
          <w:p w14:paraId="7ACDA9B0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На территории Российской Федерации</w:t>
            </w:r>
          </w:p>
        </w:tc>
        <w:tc>
          <w:tcPr>
            <w:tcW w:w="1883" w:type="dxa"/>
          </w:tcPr>
          <w:p w14:paraId="3EF3BB66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235" w:type="dxa"/>
          </w:tcPr>
          <w:p w14:paraId="276918A4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910" w:type="dxa"/>
          </w:tcPr>
          <w:p w14:paraId="05E3043A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7125E4D5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  <w:shd w:val="clear" w:color="auto" w:fill="auto"/>
          </w:tcPr>
          <w:p w14:paraId="55C8AF52" w14:textId="581B5B36" w:rsidR="00A94E4E" w:rsidRPr="005F08DE" w:rsidRDefault="00686A49" w:rsidP="005F718B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08DE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D16FE" w:rsidRPr="005F08D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224B9A">
              <w:rPr>
                <w:rFonts w:ascii="Times New Roman" w:hAnsi="Times New Roman" w:cs="Times New Roman"/>
                <w:sz w:val="20"/>
                <w:szCs w:val="20"/>
              </w:rPr>
              <w:t>2243982</w:t>
            </w:r>
          </w:p>
        </w:tc>
        <w:tc>
          <w:tcPr>
            <w:tcW w:w="853" w:type="dxa"/>
            <w:shd w:val="clear" w:color="auto" w:fill="auto"/>
          </w:tcPr>
          <w:p w14:paraId="0EFAC505" w14:textId="1BB77265" w:rsidR="00A94E4E" w:rsidRPr="007731C3" w:rsidRDefault="00643645" w:rsidP="005F718B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731C3">
              <w:rPr>
                <w:rFonts w:ascii="Times New Roman" w:hAnsi="Times New Roman" w:cs="Times New Roman"/>
                <w:sz w:val="20"/>
                <w:szCs w:val="20"/>
              </w:rPr>
              <w:t>0,61</w:t>
            </w:r>
            <w:r w:rsidR="005F718B" w:rsidRPr="007731C3">
              <w:rPr>
                <w:rFonts w:ascii="Times New Roman" w:hAnsi="Times New Roman" w:cs="Times New Roman"/>
                <w:sz w:val="20"/>
                <w:szCs w:val="20"/>
              </w:rPr>
              <w:t>5951</w:t>
            </w:r>
            <w:r w:rsidR="00224B9A" w:rsidRPr="00773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961C4" w:rsidRPr="007731C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69" w:type="dxa"/>
            <w:shd w:val="clear" w:color="auto" w:fill="auto"/>
          </w:tcPr>
          <w:p w14:paraId="4564F754" w14:textId="02CF2EC9" w:rsidR="00A94E4E" w:rsidRPr="00987741" w:rsidRDefault="00643645" w:rsidP="005F718B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7741">
              <w:rPr>
                <w:rFonts w:ascii="Times New Roman" w:hAnsi="Times New Roman" w:cs="Times New Roman"/>
                <w:sz w:val="20"/>
                <w:szCs w:val="20"/>
              </w:rPr>
              <w:t>1,99</w:t>
            </w:r>
            <w:r w:rsidR="005F718B" w:rsidRPr="00987741">
              <w:rPr>
                <w:rFonts w:ascii="Times New Roman" w:hAnsi="Times New Roman" w:cs="Times New Roman"/>
                <w:sz w:val="20"/>
                <w:szCs w:val="20"/>
              </w:rPr>
              <w:t>18044</w:t>
            </w:r>
            <w:r w:rsidR="007961C4" w:rsidRPr="009877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11" w:type="dxa"/>
          </w:tcPr>
          <w:p w14:paraId="4D71394A" w14:textId="77777777" w:rsidR="00A94E4E" w:rsidRPr="00987741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7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2" w:type="dxa"/>
          </w:tcPr>
          <w:p w14:paraId="0BAFBBAE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4E" w:rsidRPr="00FA7A08" w14:paraId="47FD041E" w14:textId="77777777" w:rsidTr="00B16183">
        <w:tc>
          <w:tcPr>
            <w:tcW w:w="533" w:type="dxa"/>
          </w:tcPr>
          <w:p w14:paraId="28B57218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7" w:type="dxa"/>
          </w:tcPr>
          <w:p w14:paraId="53E6CBC6" w14:textId="77777777" w:rsidR="00A94E4E" w:rsidRPr="00FA1990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tgtFrame="_blank" w:history="1">
              <w:r w:rsidR="00A94E4E" w:rsidRPr="00FA7A08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949916О.99.0.ББ78АА0000</w:t>
              </w:r>
            </w:hyperlink>
            <w:r w:rsidR="00A94E4E">
              <w:rPr>
                <w:rStyle w:val="aa"/>
                <w:color w:val="auto"/>
              </w:rPr>
              <w:t>3</w:t>
            </w:r>
          </w:p>
        </w:tc>
        <w:tc>
          <w:tcPr>
            <w:tcW w:w="2409" w:type="dxa"/>
          </w:tcPr>
          <w:p w14:paraId="58244897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Организация деятельности клубных формирований и формирований самодеятельного народного творчества(с учетом всех форм)</w:t>
            </w:r>
          </w:p>
        </w:tc>
        <w:tc>
          <w:tcPr>
            <w:tcW w:w="1843" w:type="dxa"/>
          </w:tcPr>
          <w:p w14:paraId="0301A4A6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В стационарных условиях</w:t>
            </w:r>
          </w:p>
        </w:tc>
        <w:tc>
          <w:tcPr>
            <w:tcW w:w="1883" w:type="dxa"/>
          </w:tcPr>
          <w:p w14:paraId="711614F9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клубных формирований</w:t>
            </w:r>
          </w:p>
        </w:tc>
        <w:tc>
          <w:tcPr>
            <w:tcW w:w="1235" w:type="dxa"/>
          </w:tcPr>
          <w:p w14:paraId="772F75CA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1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910" w:type="dxa"/>
          </w:tcPr>
          <w:p w14:paraId="72C6B559" w14:textId="77777777" w:rsidR="00A94E4E" w:rsidRPr="00B16183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1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4C2817FC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  <w:shd w:val="clear" w:color="auto" w:fill="auto"/>
          </w:tcPr>
          <w:p w14:paraId="392CF3BE" w14:textId="739EB31E" w:rsidR="00A94E4E" w:rsidRPr="00C11871" w:rsidRDefault="00686A49" w:rsidP="007961C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871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  <w:r w:rsidR="007961C4">
              <w:rPr>
                <w:rFonts w:ascii="Times New Roman" w:hAnsi="Times New Roman" w:cs="Times New Roman"/>
                <w:sz w:val="20"/>
                <w:szCs w:val="20"/>
              </w:rPr>
              <w:t>8786805</w:t>
            </w:r>
          </w:p>
        </w:tc>
        <w:tc>
          <w:tcPr>
            <w:tcW w:w="853" w:type="dxa"/>
          </w:tcPr>
          <w:p w14:paraId="0C8F87A9" w14:textId="7A2B6ABB" w:rsidR="00A94E4E" w:rsidRPr="007731C3" w:rsidRDefault="00643645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1C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7961C4" w:rsidRPr="007731C3">
              <w:rPr>
                <w:rFonts w:ascii="Times New Roman" w:hAnsi="Times New Roman" w:cs="Times New Roman"/>
                <w:sz w:val="20"/>
                <w:szCs w:val="20"/>
              </w:rPr>
              <w:t>121319</w:t>
            </w:r>
            <w:r w:rsidR="00B16183" w:rsidRPr="007731C3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  <w:p w14:paraId="79540461" w14:textId="77777777" w:rsidR="00A94E4E" w:rsidRPr="007731C3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9" w:type="dxa"/>
          </w:tcPr>
          <w:p w14:paraId="273900F7" w14:textId="77777777" w:rsidR="00A94E4E" w:rsidRPr="00C11871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8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50E6C3CB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2" w:type="dxa"/>
          </w:tcPr>
          <w:p w14:paraId="3FF22833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4E" w:rsidRPr="00FA7A08" w14:paraId="768E1806" w14:textId="77777777" w:rsidTr="00F85424">
        <w:tc>
          <w:tcPr>
            <w:tcW w:w="533" w:type="dxa"/>
          </w:tcPr>
          <w:p w14:paraId="5093D9B3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07" w:type="dxa"/>
          </w:tcPr>
          <w:p w14:paraId="531389F5" w14:textId="77777777" w:rsidR="00A94E4E" w:rsidRPr="00FA7A08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tgtFrame="_blank" w:history="1">
              <w:r w:rsidR="00A94E4E" w:rsidRPr="00FA7A08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910200О.99.0.ББ82АА00000</w:t>
              </w:r>
            </w:hyperlink>
          </w:p>
        </w:tc>
        <w:tc>
          <w:tcPr>
            <w:tcW w:w="2409" w:type="dxa"/>
            <w:vMerge w:val="restart"/>
          </w:tcPr>
          <w:p w14:paraId="2FA0655B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Публичный показ музейных предметов, музейных коллекций</w:t>
            </w:r>
          </w:p>
        </w:tc>
        <w:tc>
          <w:tcPr>
            <w:tcW w:w="1843" w:type="dxa"/>
          </w:tcPr>
          <w:p w14:paraId="375D165F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В стационарных условиях</w:t>
            </w:r>
          </w:p>
        </w:tc>
        <w:tc>
          <w:tcPr>
            <w:tcW w:w="1883" w:type="dxa"/>
          </w:tcPr>
          <w:p w14:paraId="09300AD7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посетителей</w:t>
            </w:r>
          </w:p>
        </w:tc>
        <w:tc>
          <w:tcPr>
            <w:tcW w:w="1235" w:type="dxa"/>
          </w:tcPr>
          <w:p w14:paraId="131C82CB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10" w:type="dxa"/>
          </w:tcPr>
          <w:p w14:paraId="47D2716C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6F56279B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573A4A50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14:paraId="7241B334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9" w:type="dxa"/>
          </w:tcPr>
          <w:p w14:paraId="5D84D16B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4B62D5B4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642" w:type="dxa"/>
          </w:tcPr>
          <w:p w14:paraId="29AD4072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4E" w:rsidRPr="00FA7A08" w14:paraId="5470A2A9" w14:textId="77777777" w:rsidTr="00F85424">
        <w:tc>
          <w:tcPr>
            <w:tcW w:w="533" w:type="dxa"/>
          </w:tcPr>
          <w:p w14:paraId="443C8A60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7" w:type="dxa"/>
          </w:tcPr>
          <w:p w14:paraId="619569CD" w14:textId="77777777" w:rsidR="00A94E4E" w:rsidRPr="00FA7A08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tgtFrame="_blank" w:history="1">
              <w:r w:rsidR="00A94E4E" w:rsidRPr="00FA7A08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910200О.99.0</w:t>
              </w:r>
              <w:r w:rsidR="00A94E4E" w:rsidRPr="00FA7A08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lastRenderedPageBreak/>
                <w:t>.ББ82АА01000</w:t>
              </w:r>
            </w:hyperlink>
          </w:p>
        </w:tc>
        <w:tc>
          <w:tcPr>
            <w:tcW w:w="2409" w:type="dxa"/>
            <w:vMerge/>
          </w:tcPr>
          <w:p w14:paraId="3C08D103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73D60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Вне стационара</w:t>
            </w:r>
          </w:p>
        </w:tc>
        <w:tc>
          <w:tcPr>
            <w:tcW w:w="1883" w:type="dxa"/>
          </w:tcPr>
          <w:p w14:paraId="7D0A6B2E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посетителей</w:t>
            </w:r>
          </w:p>
        </w:tc>
        <w:tc>
          <w:tcPr>
            <w:tcW w:w="1235" w:type="dxa"/>
          </w:tcPr>
          <w:p w14:paraId="13BEC5B7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10" w:type="dxa"/>
          </w:tcPr>
          <w:p w14:paraId="18B3B6A7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4172EED9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7141CDED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14:paraId="0485E7CD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9" w:type="dxa"/>
          </w:tcPr>
          <w:p w14:paraId="201A49C3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2B8C90B6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642" w:type="dxa"/>
          </w:tcPr>
          <w:p w14:paraId="4A986BE9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4E" w:rsidRPr="00FA7A08" w14:paraId="30E8336C" w14:textId="77777777" w:rsidTr="00F85424">
        <w:tc>
          <w:tcPr>
            <w:tcW w:w="533" w:type="dxa"/>
          </w:tcPr>
          <w:p w14:paraId="001CFF25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407" w:type="dxa"/>
          </w:tcPr>
          <w:p w14:paraId="7374E86F" w14:textId="77777777" w:rsidR="00A94E4E" w:rsidRPr="00FA7A08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tgtFrame="_blank" w:history="1">
              <w:r w:rsidR="00A94E4E" w:rsidRPr="00FA7A08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910200О.99.0.ББ82АА02000</w:t>
              </w:r>
            </w:hyperlink>
          </w:p>
        </w:tc>
        <w:tc>
          <w:tcPr>
            <w:tcW w:w="2409" w:type="dxa"/>
            <w:vMerge/>
          </w:tcPr>
          <w:p w14:paraId="6705DACA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6A77855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Удалено через сеть Интернет</w:t>
            </w:r>
          </w:p>
        </w:tc>
        <w:tc>
          <w:tcPr>
            <w:tcW w:w="1883" w:type="dxa"/>
          </w:tcPr>
          <w:p w14:paraId="41C045DF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посетителей</w:t>
            </w:r>
          </w:p>
        </w:tc>
        <w:tc>
          <w:tcPr>
            <w:tcW w:w="1235" w:type="dxa"/>
          </w:tcPr>
          <w:p w14:paraId="0845528F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10" w:type="dxa"/>
          </w:tcPr>
          <w:p w14:paraId="667CE38E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6032B3D9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142A6FF0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14:paraId="3B151770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9" w:type="dxa"/>
          </w:tcPr>
          <w:p w14:paraId="333107F1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7B0A83BC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642" w:type="dxa"/>
          </w:tcPr>
          <w:p w14:paraId="5D6CC5AC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4E" w:rsidRPr="00FA7A08" w14:paraId="78CA9665" w14:textId="77777777" w:rsidTr="00F85424">
        <w:tc>
          <w:tcPr>
            <w:tcW w:w="533" w:type="dxa"/>
          </w:tcPr>
          <w:p w14:paraId="57098B34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07" w:type="dxa"/>
          </w:tcPr>
          <w:p w14:paraId="242E22FB" w14:textId="77777777" w:rsidR="00A94E4E" w:rsidRPr="00FA7A08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tgtFrame="_blank" w:history="1">
              <w:r w:rsidR="00A94E4E" w:rsidRPr="00FA7A08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910100О.99.0.ББ83АА00000</w:t>
              </w:r>
            </w:hyperlink>
          </w:p>
        </w:tc>
        <w:tc>
          <w:tcPr>
            <w:tcW w:w="2409" w:type="dxa"/>
            <w:vMerge w:val="restart"/>
          </w:tcPr>
          <w:p w14:paraId="1900CFE7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</w:tcPr>
          <w:p w14:paraId="4F3486CA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В стационарных условиях</w:t>
            </w:r>
          </w:p>
        </w:tc>
        <w:tc>
          <w:tcPr>
            <w:tcW w:w="1883" w:type="dxa"/>
          </w:tcPr>
          <w:p w14:paraId="2D23E43A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посещений</w:t>
            </w:r>
          </w:p>
        </w:tc>
        <w:tc>
          <w:tcPr>
            <w:tcW w:w="1235" w:type="dxa"/>
          </w:tcPr>
          <w:p w14:paraId="54F74DAD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910" w:type="dxa"/>
          </w:tcPr>
          <w:p w14:paraId="2E6BC010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76B3F3F6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70A30F83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14:paraId="3A970B34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9" w:type="dxa"/>
          </w:tcPr>
          <w:p w14:paraId="4F95920C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3810AD21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2" w:type="dxa"/>
          </w:tcPr>
          <w:p w14:paraId="72CE8B80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A94E4E" w:rsidRPr="00FA7A08" w14:paraId="66D3FA85" w14:textId="77777777" w:rsidTr="00F85424">
        <w:tc>
          <w:tcPr>
            <w:tcW w:w="533" w:type="dxa"/>
          </w:tcPr>
          <w:p w14:paraId="0EF8AC49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07" w:type="dxa"/>
          </w:tcPr>
          <w:p w14:paraId="74F62F47" w14:textId="77777777" w:rsidR="00A94E4E" w:rsidRPr="00FA7A08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tgtFrame="_blank" w:history="1">
              <w:r w:rsidR="00A94E4E" w:rsidRPr="00FA7A08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910100О.99.0.ББ83АА01000</w:t>
              </w:r>
            </w:hyperlink>
          </w:p>
        </w:tc>
        <w:tc>
          <w:tcPr>
            <w:tcW w:w="2409" w:type="dxa"/>
            <w:vMerge/>
          </w:tcPr>
          <w:p w14:paraId="2380B0EE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1050F0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Вне стационара</w:t>
            </w:r>
          </w:p>
        </w:tc>
        <w:tc>
          <w:tcPr>
            <w:tcW w:w="1883" w:type="dxa"/>
          </w:tcPr>
          <w:p w14:paraId="5BFDBCAF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посещений</w:t>
            </w:r>
          </w:p>
        </w:tc>
        <w:tc>
          <w:tcPr>
            <w:tcW w:w="1235" w:type="dxa"/>
          </w:tcPr>
          <w:p w14:paraId="303C79F0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910" w:type="dxa"/>
          </w:tcPr>
          <w:p w14:paraId="1B1EC967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07212666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1DCAD074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14:paraId="08ABAADD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9" w:type="dxa"/>
          </w:tcPr>
          <w:p w14:paraId="3CC6A705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2C023047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2" w:type="dxa"/>
          </w:tcPr>
          <w:p w14:paraId="6B02D5E1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A94E4E" w:rsidRPr="00FA7A08" w14:paraId="1B773103" w14:textId="77777777" w:rsidTr="00F85424">
        <w:tc>
          <w:tcPr>
            <w:tcW w:w="533" w:type="dxa"/>
          </w:tcPr>
          <w:p w14:paraId="6D3E9BCD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07" w:type="dxa"/>
          </w:tcPr>
          <w:p w14:paraId="15EBFF5C" w14:textId="77777777" w:rsidR="00A94E4E" w:rsidRPr="00FA7A08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tgtFrame="_blank" w:history="1">
              <w:r w:rsidR="00A94E4E" w:rsidRPr="00FA7A08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910100О.99.0.ББ83АА02000</w:t>
              </w:r>
            </w:hyperlink>
          </w:p>
        </w:tc>
        <w:tc>
          <w:tcPr>
            <w:tcW w:w="2409" w:type="dxa"/>
            <w:vMerge/>
          </w:tcPr>
          <w:p w14:paraId="19B037E1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85C62D8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Удалено через сеть Интернет</w:t>
            </w:r>
          </w:p>
        </w:tc>
        <w:tc>
          <w:tcPr>
            <w:tcW w:w="1883" w:type="dxa"/>
          </w:tcPr>
          <w:p w14:paraId="2B48C379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посещений</w:t>
            </w:r>
          </w:p>
        </w:tc>
        <w:tc>
          <w:tcPr>
            <w:tcW w:w="1235" w:type="dxa"/>
          </w:tcPr>
          <w:p w14:paraId="217FCBFB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910" w:type="dxa"/>
          </w:tcPr>
          <w:p w14:paraId="3EC1198D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10FE0700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7C5F3721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14:paraId="6BD2ECAA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9" w:type="dxa"/>
          </w:tcPr>
          <w:p w14:paraId="15CE2361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20301030" w14:textId="77777777" w:rsidR="00A94E4E" w:rsidRPr="00FA7A08" w:rsidRDefault="00A94E4E" w:rsidP="00A94E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2" w:type="dxa"/>
          </w:tcPr>
          <w:p w14:paraId="6EE9D402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A94E4E" w:rsidRPr="00FA7A08" w14:paraId="07F16F52" w14:textId="77777777" w:rsidTr="00F85424">
        <w:tc>
          <w:tcPr>
            <w:tcW w:w="533" w:type="dxa"/>
          </w:tcPr>
          <w:p w14:paraId="46A0034D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07" w:type="dxa"/>
          </w:tcPr>
          <w:p w14:paraId="03AB7831" w14:textId="77777777" w:rsidR="00A94E4E" w:rsidRPr="00FA7A08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tgtFrame="_blank" w:history="1">
              <w:r w:rsidR="00A94E4E" w:rsidRPr="00FA7A08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804200О.99.0.ББ52АЗ44000</w:t>
              </w:r>
            </w:hyperlink>
          </w:p>
        </w:tc>
        <w:tc>
          <w:tcPr>
            <w:tcW w:w="2409" w:type="dxa"/>
          </w:tcPr>
          <w:p w14:paraId="642EB3C2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общеразвивающих программ (художественная)</w:t>
            </w:r>
          </w:p>
        </w:tc>
        <w:tc>
          <w:tcPr>
            <w:tcW w:w="1843" w:type="dxa"/>
          </w:tcPr>
          <w:p w14:paraId="6EB31003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1883" w:type="dxa"/>
          </w:tcPr>
          <w:p w14:paraId="667A2A90" w14:textId="77777777" w:rsidR="00A94E4E" w:rsidRPr="00FA7A08" w:rsidRDefault="00A94E4E" w:rsidP="00A94E4E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77BFD0AB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</w:tcPr>
          <w:p w14:paraId="14B521B7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910" w:type="dxa"/>
          </w:tcPr>
          <w:p w14:paraId="03DB2B0C" w14:textId="20EE6605" w:rsidR="00A94E4E" w:rsidRPr="00C11871" w:rsidRDefault="00D659D6" w:rsidP="005F718B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871">
              <w:rPr>
                <w:rFonts w:ascii="Times New Roman" w:hAnsi="Times New Roman" w:cs="Times New Roman"/>
                <w:sz w:val="20"/>
                <w:szCs w:val="20"/>
              </w:rPr>
              <w:t>1,48</w:t>
            </w:r>
            <w:r w:rsidR="005F718B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  <w:r w:rsidR="00D85C0E">
              <w:rPr>
                <w:rFonts w:ascii="Times New Roman" w:hAnsi="Times New Roman" w:cs="Times New Roman"/>
                <w:sz w:val="20"/>
                <w:szCs w:val="20"/>
              </w:rPr>
              <w:t>875</w:t>
            </w:r>
          </w:p>
        </w:tc>
        <w:tc>
          <w:tcPr>
            <w:tcW w:w="911" w:type="dxa"/>
          </w:tcPr>
          <w:p w14:paraId="0A0F1C5E" w14:textId="5C9D9164" w:rsidR="00A94E4E" w:rsidRPr="00C11871" w:rsidRDefault="00643645" w:rsidP="00311B9F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871">
              <w:rPr>
                <w:rFonts w:ascii="Times New Roman" w:hAnsi="Times New Roman" w:cs="Times New Roman"/>
                <w:sz w:val="20"/>
                <w:szCs w:val="20"/>
              </w:rPr>
              <w:t>0,51</w:t>
            </w:r>
            <w:r w:rsidR="00390E1F" w:rsidRPr="00C1187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11B9F">
              <w:rPr>
                <w:rFonts w:ascii="Times New Roman" w:hAnsi="Times New Roman" w:cs="Times New Roman"/>
                <w:sz w:val="20"/>
                <w:szCs w:val="20"/>
              </w:rPr>
              <w:t>689</w:t>
            </w:r>
            <w:r w:rsidR="00255F9E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911" w:type="dxa"/>
          </w:tcPr>
          <w:p w14:paraId="00BFEDB0" w14:textId="77777777" w:rsidR="00A94E4E" w:rsidRPr="00C11871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8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14:paraId="5E0E1A81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9" w:type="dxa"/>
          </w:tcPr>
          <w:p w14:paraId="5E1BAF17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6718DDB2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2" w:type="dxa"/>
          </w:tcPr>
          <w:p w14:paraId="3FFDD56C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4E" w:rsidRPr="00FA7A08" w14:paraId="6EC6E382" w14:textId="77777777" w:rsidTr="00F85424">
        <w:tc>
          <w:tcPr>
            <w:tcW w:w="533" w:type="dxa"/>
          </w:tcPr>
          <w:p w14:paraId="54486385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07" w:type="dxa"/>
          </w:tcPr>
          <w:p w14:paraId="781ED123" w14:textId="77777777" w:rsidR="00A94E4E" w:rsidRPr="00FA7A08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tgtFrame="_blank" w:history="1">
              <w:r w:rsidR="00A94E4E" w:rsidRPr="00FA7A08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802112О.99.0.ББ55АА48000</w:t>
              </w:r>
            </w:hyperlink>
          </w:p>
        </w:tc>
        <w:tc>
          <w:tcPr>
            <w:tcW w:w="2409" w:type="dxa"/>
          </w:tcPr>
          <w:p w14:paraId="514A142A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 (Фортепиано)</w:t>
            </w:r>
          </w:p>
        </w:tc>
        <w:tc>
          <w:tcPr>
            <w:tcW w:w="1843" w:type="dxa"/>
          </w:tcPr>
          <w:p w14:paraId="21F47131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1883" w:type="dxa"/>
          </w:tcPr>
          <w:p w14:paraId="39A727CA" w14:textId="77777777" w:rsidR="00A94E4E" w:rsidRPr="00FA7A08" w:rsidRDefault="00A94E4E" w:rsidP="00A94E4E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5CAE32B1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</w:tcPr>
          <w:p w14:paraId="21DBA6FD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910" w:type="dxa"/>
          </w:tcPr>
          <w:p w14:paraId="02A206F7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11" w:type="dxa"/>
          </w:tcPr>
          <w:p w14:paraId="1CF1D70C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04D3AC60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14:paraId="47888E28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9" w:type="dxa"/>
          </w:tcPr>
          <w:p w14:paraId="5CC25F9C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27DABDAA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2" w:type="dxa"/>
          </w:tcPr>
          <w:p w14:paraId="0DAADC02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4E" w:rsidRPr="00FA7A08" w14:paraId="371C7D00" w14:textId="77777777" w:rsidTr="00F85424">
        <w:tc>
          <w:tcPr>
            <w:tcW w:w="533" w:type="dxa"/>
          </w:tcPr>
          <w:p w14:paraId="5F12E790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07" w:type="dxa"/>
          </w:tcPr>
          <w:p w14:paraId="734A6A88" w14:textId="77777777" w:rsidR="00A94E4E" w:rsidRPr="00FA7A08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tgtFrame="_blank" w:history="1">
              <w:r w:rsidR="00A94E4E" w:rsidRPr="00FA7A08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802112О.99.0.ББ55АБ04000</w:t>
              </w:r>
            </w:hyperlink>
          </w:p>
        </w:tc>
        <w:tc>
          <w:tcPr>
            <w:tcW w:w="2409" w:type="dxa"/>
          </w:tcPr>
          <w:p w14:paraId="08E5E0D7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 (Струнные инструменты)</w:t>
            </w:r>
          </w:p>
        </w:tc>
        <w:tc>
          <w:tcPr>
            <w:tcW w:w="1843" w:type="dxa"/>
          </w:tcPr>
          <w:p w14:paraId="75EF4E47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1883" w:type="dxa"/>
          </w:tcPr>
          <w:p w14:paraId="789AE024" w14:textId="77777777" w:rsidR="00A94E4E" w:rsidRPr="00FA7A08" w:rsidRDefault="00A94E4E" w:rsidP="00A94E4E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6895CA13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</w:tcPr>
          <w:p w14:paraId="557624A0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910" w:type="dxa"/>
          </w:tcPr>
          <w:p w14:paraId="3067F348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11" w:type="dxa"/>
          </w:tcPr>
          <w:p w14:paraId="1EECCCE0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7D7C7E4B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14:paraId="2C060A0B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9" w:type="dxa"/>
          </w:tcPr>
          <w:p w14:paraId="7EBC1924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111D6F6B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2" w:type="dxa"/>
          </w:tcPr>
          <w:p w14:paraId="314820BB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4E" w:rsidRPr="00FA7A08" w14:paraId="68230B7E" w14:textId="77777777" w:rsidTr="00F85424">
        <w:tc>
          <w:tcPr>
            <w:tcW w:w="533" w:type="dxa"/>
          </w:tcPr>
          <w:p w14:paraId="5AF44563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07" w:type="dxa"/>
          </w:tcPr>
          <w:p w14:paraId="6816BF61" w14:textId="77777777" w:rsidR="00A94E4E" w:rsidRPr="00FA7A08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tgtFrame="_blank" w:history="1">
              <w:r w:rsidR="00A94E4E" w:rsidRPr="00FA7A08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802112О.99.0.ББ55АБ60000</w:t>
              </w:r>
            </w:hyperlink>
          </w:p>
        </w:tc>
        <w:tc>
          <w:tcPr>
            <w:tcW w:w="2409" w:type="dxa"/>
          </w:tcPr>
          <w:p w14:paraId="4BB8D2F7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 (Духовые и ударные инструменты)</w:t>
            </w:r>
          </w:p>
        </w:tc>
        <w:tc>
          <w:tcPr>
            <w:tcW w:w="1843" w:type="dxa"/>
          </w:tcPr>
          <w:p w14:paraId="0C8228B2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1883" w:type="dxa"/>
          </w:tcPr>
          <w:p w14:paraId="785FFBC5" w14:textId="77777777" w:rsidR="00A94E4E" w:rsidRPr="00FA7A08" w:rsidRDefault="00A94E4E" w:rsidP="00A94E4E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154A9CDF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</w:tcPr>
          <w:p w14:paraId="6A70C47E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910" w:type="dxa"/>
          </w:tcPr>
          <w:p w14:paraId="032EF96F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11" w:type="dxa"/>
          </w:tcPr>
          <w:p w14:paraId="3C23BAC4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41C0C7D3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14:paraId="1BBEB33C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9" w:type="dxa"/>
          </w:tcPr>
          <w:p w14:paraId="7DEEC681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4C424E87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2" w:type="dxa"/>
          </w:tcPr>
          <w:p w14:paraId="26CB8110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4E" w:rsidRPr="00FA7A08" w14:paraId="29DAAECE" w14:textId="77777777" w:rsidTr="00F85424">
        <w:tc>
          <w:tcPr>
            <w:tcW w:w="533" w:type="dxa"/>
          </w:tcPr>
          <w:p w14:paraId="237CC1F5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07" w:type="dxa"/>
          </w:tcPr>
          <w:p w14:paraId="04299E09" w14:textId="77777777" w:rsidR="00A94E4E" w:rsidRPr="00FA7A08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tgtFrame="_blank" w:history="1">
              <w:r w:rsidR="00A94E4E" w:rsidRPr="00FA7A08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802112О.99.0.ББ55АВ16000</w:t>
              </w:r>
            </w:hyperlink>
          </w:p>
        </w:tc>
        <w:tc>
          <w:tcPr>
            <w:tcW w:w="2409" w:type="dxa"/>
          </w:tcPr>
          <w:p w14:paraId="4BA0846E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 (Народные инструменты)</w:t>
            </w:r>
          </w:p>
        </w:tc>
        <w:tc>
          <w:tcPr>
            <w:tcW w:w="1843" w:type="dxa"/>
          </w:tcPr>
          <w:p w14:paraId="68053C89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1883" w:type="dxa"/>
          </w:tcPr>
          <w:p w14:paraId="2BF04609" w14:textId="77777777" w:rsidR="00A94E4E" w:rsidRPr="00FA7A08" w:rsidRDefault="00A94E4E" w:rsidP="00A94E4E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3BBBA12F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</w:tcPr>
          <w:p w14:paraId="282360B7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910" w:type="dxa"/>
          </w:tcPr>
          <w:p w14:paraId="704221BF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11" w:type="dxa"/>
          </w:tcPr>
          <w:p w14:paraId="3415915A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3A75F200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14:paraId="59D1CEB4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9" w:type="dxa"/>
          </w:tcPr>
          <w:p w14:paraId="60F3AE06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7F6805D3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2" w:type="dxa"/>
          </w:tcPr>
          <w:p w14:paraId="54B47433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4E4E" w:rsidRPr="00FA7A08" w14:paraId="37F7DBF4" w14:textId="77777777" w:rsidTr="00F85424">
        <w:tc>
          <w:tcPr>
            <w:tcW w:w="533" w:type="dxa"/>
          </w:tcPr>
          <w:p w14:paraId="4570EC5A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407" w:type="dxa"/>
          </w:tcPr>
          <w:p w14:paraId="18281888" w14:textId="77777777" w:rsidR="00A94E4E" w:rsidRPr="00FA7A08" w:rsidRDefault="0002217B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tgtFrame="_blank" w:history="1">
              <w:r w:rsidR="00A94E4E" w:rsidRPr="00FA7A08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802112О.99.0.ББ55АД16000</w:t>
              </w:r>
            </w:hyperlink>
          </w:p>
        </w:tc>
        <w:tc>
          <w:tcPr>
            <w:tcW w:w="2409" w:type="dxa"/>
          </w:tcPr>
          <w:p w14:paraId="5541D918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 (Живопись)</w:t>
            </w:r>
          </w:p>
        </w:tc>
        <w:tc>
          <w:tcPr>
            <w:tcW w:w="1843" w:type="dxa"/>
          </w:tcPr>
          <w:p w14:paraId="5A3256B1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1883" w:type="dxa"/>
          </w:tcPr>
          <w:p w14:paraId="5834B07F" w14:textId="77777777" w:rsidR="00A94E4E" w:rsidRPr="00FA7A08" w:rsidRDefault="00A94E4E" w:rsidP="00A94E4E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7863DD10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</w:tcPr>
          <w:p w14:paraId="2A24A25B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910" w:type="dxa"/>
          </w:tcPr>
          <w:p w14:paraId="5A753421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5D5DC33B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11" w:type="dxa"/>
          </w:tcPr>
          <w:p w14:paraId="7117A830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14:paraId="339C4003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9" w:type="dxa"/>
          </w:tcPr>
          <w:p w14:paraId="0C506F43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14:paraId="04C90B5A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2" w:type="dxa"/>
          </w:tcPr>
          <w:p w14:paraId="2FC51D0A" w14:textId="77777777" w:rsidR="00A94E4E" w:rsidRPr="00FA7A08" w:rsidRDefault="00A94E4E" w:rsidP="00A94E4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DAEBD82" w14:textId="14CB41DF" w:rsidR="007E73F0" w:rsidRDefault="00A37143" w:rsidP="00A37143">
      <w:pPr>
        <w:jc w:val="right"/>
        <w:rPr>
          <w:sz w:val="24"/>
          <w:szCs w:val="24"/>
        </w:rPr>
      </w:pPr>
      <w:r>
        <w:rPr>
          <w:sz w:val="24"/>
          <w:szCs w:val="24"/>
        </w:rPr>
        <w:t>».</w:t>
      </w:r>
    </w:p>
    <w:sectPr w:rsidR="007E73F0" w:rsidSect="0036684F">
      <w:headerReference w:type="even" r:id="rId41"/>
      <w:pgSz w:w="16838" w:h="11906" w:orient="landscape" w:code="9"/>
      <w:pgMar w:top="607" w:right="238" w:bottom="1276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461168" w14:textId="77777777" w:rsidR="002A57FD" w:rsidRDefault="002A57FD">
      <w:r>
        <w:separator/>
      </w:r>
    </w:p>
  </w:endnote>
  <w:endnote w:type="continuationSeparator" w:id="0">
    <w:p w14:paraId="1E699E1C" w14:textId="77777777" w:rsidR="002A57FD" w:rsidRDefault="002A5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AC99F0" w14:textId="77777777" w:rsidR="002A57FD" w:rsidRDefault="002A57FD">
      <w:r>
        <w:separator/>
      </w:r>
    </w:p>
  </w:footnote>
  <w:footnote w:type="continuationSeparator" w:id="0">
    <w:p w14:paraId="03CF839C" w14:textId="77777777" w:rsidR="002A57FD" w:rsidRDefault="002A5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486DA" w14:textId="77777777" w:rsidR="00093CF1" w:rsidRDefault="00093CF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5BF61968" w14:textId="77777777" w:rsidR="00093CF1" w:rsidRDefault="00093CF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01FC"/>
    <w:rsid w:val="00000693"/>
    <w:rsid w:val="00010BA0"/>
    <w:rsid w:val="0002217B"/>
    <w:rsid w:val="000227DA"/>
    <w:rsid w:val="000311CD"/>
    <w:rsid w:val="00040BFA"/>
    <w:rsid w:val="00043165"/>
    <w:rsid w:val="000752D3"/>
    <w:rsid w:val="000771E2"/>
    <w:rsid w:val="00085DE1"/>
    <w:rsid w:val="00093CF1"/>
    <w:rsid w:val="000B09F7"/>
    <w:rsid w:val="000B462C"/>
    <w:rsid w:val="000C09C6"/>
    <w:rsid w:val="000C2669"/>
    <w:rsid w:val="000D2DA5"/>
    <w:rsid w:val="000D4A6F"/>
    <w:rsid w:val="000E5DBA"/>
    <w:rsid w:val="000E7384"/>
    <w:rsid w:val="00112537"/>
    <w:rsid w:val="00115689"/>
    <w:rsid w:val="0011758A"/>
    <w:rsid w:val="00117834"/>
    <w:rsid w:val="001244E3"/>
    <w:rsid w:val="00125027"/>
    <w:rsid w:val="0013425A"/>
    <w:rsid w:val="00136169"/>
    <w:rsid w:val="001420D4"/>
    <w:rsid w:val="001538EF"/>
    <w:rsid w:val="001670E9"/>
    <w:rsid w:val="001759AE"/>
    <w:rsid w:val="00176DA5"/>
    <w:rsid w:val="001B1BB7"/>
    <w:rsid w:val="001B25B9"/>
    <w:rsid w:val="001C018C"/>
    <w:rsid w:val="001C5AB2"/>
    <w:rsid w:val="001D26DE"/>
    <w:rsid w:val="001E1221"/>
    <w:rsid w:val="001E1B9B"/>
    <w:rsid w:val="001E2EFF"/>
    <w:rsid w:val="00210CFD"/>
    <w:rsid w:val="00220791"/>
    <w:rsid w:val="00224B9A"/>
    <w:rsid w:val="00230681"/>
    <w:rsid w:val="0023150B"/>
    <w:rsid w:val="00244A9A"/>
    <w:rsid w:val="00255F9E"/>
    <w:rsid w:val="002631DA"/>
    <w:rsid w:val="0027058D"/>
    <w:rsid w:val="002717DA"/>
    <w:rsid w:val="002734EB"/>
    <w:rsid w:val="002768D6"/>
    <w:rsid w:val="00280013"/>
    <w:rsid w:val="00291B68"/>
    <w:rsid w:val="002A57FD"/>
    <w:rsid w:val="002A6906"/>
    <w:rsid w:val="002B483C"/>
    <w:rsid w:val="002C0777"/>
    <w:rsid w:val="002C1152"/>
    <w:rsid w:val="002C36F6"/>
    <w:rsid w:val="002E0C6F"/>
    <w:rsid w:val="002E1424"/>
    <w:rsid w:val="002E1D48"/>
    <w:rsid w:val="002E1D55"/>
    <w:rsid w:val="002E6FF9"/>
    <w:rsid w:val="002E7E4B"/>
    <w:rsid w:val="002F0F13"/>
    <w:rsid w:val="002F3159"/>
    <w:rsid w:val="002F66A2"/>
    <w:rsid w:val="00310639"/>
    <w:rsid w:val="00311B9F"/>
    <w:rsid w:val="00312060"/>
    <w:rsid w:val="00314304"/>
    <w:rsid w:val="00320BDD"/>
    <w:rsid w:val="003354F2"/>
    <w:rsid w:val="0033714C"/>
    <w:rsid w:val="00337271"/>
    <w:rsid w:val="0034078E"/>
    <w:rsid w:val="00341ABD"/>
    <w:rsid w:val="00342E60"/>
    <w:rsid w:val="00342FAA"/>
    <w:rsid w:val="00344C0B"/>
    <w:rsid w:val="00353BD7"/>
    <w:rsid w:val="0036035E"/>
    <w:rsid w:val="00365211"/>
    <w:rsid w:val="00365EFD"/>
    <w:rsid w:val="0036684F"/>
    <w:rsid w:val="00390E1F"/>
    <w:rsid w:val="00397873"/>
    <w:rsid w:val="003A0E49"/>
    <w:rsid w:val="003A7494"/>
    <w:rsid w:val="003D0A10"/>
    <w:rsid w:val="003D4DD6"/>
    <w:rsid w:val="003D5E72"/>
    <w:rsid w:val="003E3CB9"/>
    <w:rsid w:val="003F2FFF"/>
    <w:rsid w:val="00400125"/>
    <w:rsid w:val="004059D1"/>
    <w:rsid w:val="00410652"/>
    <w:rsid w:val="00415E5F"/>
    <w:rsid w:val="00423BE4"/>
    <w:rsid w:val="0042767A"/>
    <w:rsid w:val="00427AD2"/>
    <w:rsid w:val="00433319"/>
    <w:rsid w:val="00433B23"/>
    <w:rsid w:val="004374A1"/>
    <w:rsid w:val="00445BF4"/>
    <w:rsid w:val="00457E63"/>
    <w:rsid w:val="004601FF"/>
    <w:rsid w:val="00472457"/>
    <w:rsid w:val="0048290C"/>
    <w:rsid w:val="004868EE"/>
    <w:rsid w:val="0049336C"/>
    <w:rsid w:val="0049418F"/>
    <w:rsid w:val="004B11F2"/>
    <w:rsid w:val="004B5C34"/>
    <w:rsid w:val="004C0491"/>
    <w:rsid w:val="004D47EF"/>
    <w:rsid w:val="004D7F3B"/>
    <w:rsid w:val="004E1349"/>
    <w:rsid w:val="004E1614"/>
    <w:rsid w:val="004F2DFF"/>
    <w:rsid w:val="005027FA"/>
    <w:rsid w:val="00502E8F"/>
    <w:rsid w:val="00522AF2"/>
    <w:rsid w:val="00544302"/>
    <w:rsid w:val="005601AE"/>
    <w:rsid w:val="00563CAA"/>
    <w:rsid w:val="00571634"/>
    <w:rsid w:val="005754B0"/>
    <w:rsid w:val="00584831"/>
    <w:rsid w:val="005853A7"/>
    <w:rsid w:val="005876AC"/>
    <w:rsid w:val="00591056"/>
    <w:rsid w:val="0059545A"/>
    <w:rsid w:val="005A01A5"/>
    <w:rsid w:val="005A4654"/>
    <w:rsid w:val="005A5B42"/>
    <w:rsid w:val="005B5DCC"/>
    <w:rsid w:val="005E2D92"/>
    <w:rsid w:val="005F0022"/>
    <w:rsid w:val="005F08DE"/>
    <w:rsid w:val="005F718B"/>
    <w:rsid w:val="005F77DC"/>
    <w:rsid w:val="006128A9"/>
    <w:rsid w:val="00630328"/>
    <w:rsid w:val="0063716D"/>
    <w:rsid w:val="00643645"/>
    <w:rsid w:val="00644EAD"/>
    <w:rsid w:val="0065502B"/>
    <w:rsid w:val="00661819"/>
    <w:rsid w:val="00664E38"/>
    <w:rsid w:val="00666E13"/>
    <w:rsid w:val="00667197"/>
    <w:rsid w:val="00667A96"/>
    <w:rsid w:val="00667F53"/>
    <w:rsid w:val="00672FF1"/>
    <w:rsid w:val="0067306C"/>
    <w:rsid w:val="00674DD3"/>
    <w:rsid w:val="00680543"/>
    <w:rsid w:val="00686A49"/>
    <w:rsid w:val="006918EE"/>
    <w:rsid w:val="0069690C"/>
    <w:rsid w:val="006A1870"/>
    <w:rsid w:val="006A4850"/>
    <w:rsid w:val="006A637E"/>
    <w:rsid w:val="006B1ADB"/>
    <w:rsid w:val="006C29E8"/>
    <w:rsid w:val="006C5E15"/>
    <w:rsid w:val="006D1F14"/>
    <w:rsid w:val="006E1A7A"/>
    <w:rsid w:val="006E6D6E"/>
    <w:rsid w:val="006E6EC6"/>
    <w:rsid w:val="006F5C6A"/>
    <w:rsid w:val="00703553"/>
    <w:rsid w:val="00707611"/>
    <w:rsid w:val="00712894"/>
    <w:rsid w:val="0071574D"/>
    <w:rsid w:val="00716870"/>
    <w:rsid w:val="00726103"/>
    <w:rsid w:val="0072777A"/>
    <w:rsid w:val="00735170"/>
    <w:rsid w:val="00735DDD"/>
    <w:rsid w:val="007360A1"/>
    <w:rsid w:val="0074071A"/>
    <w:rsid w:val="00753060"/>
    <w:rsid w:val="007550FD"/>
    <w:rsid w:val="00757F56"/>
    <w:rsid w:val="0077156A"/>
    <w:rsid w:val="007723D2"/>
    <w:rsid w:val="007731C3"/>
    <w:rsid w:val="00777D5C"/>
    <w:rsid w:val="0078326C"/>
    <w:rsid w:val="007908B9"/>
    <w:rsid w:val="007942D1"/>
    <w:rsid w:val="00795795"/>
    <w:rsid w:val="007961C4"/>
    <w:rsid w:val="007A11A6"/>
    <w:rsid w:val="007A16EC"/>
    <w:rsid w:val="007A5439"/>
    <w:rsid w:val="007A6509"/>
    <w:rsid w:val="007C1A59"/>
    <w:rsid w:val="007C7FCC"/>
    <w:rsid w:val="007D10C6"/>
    <w:rsid w:val="007D3A55"/>
    <w:rsid w:val="007D540B"/>
    <w:rsid w:val="007D56F8"/>
    <w:rsid w:val="007D5E82"/>
    <w:rsid w:val="007E2651"/>
    <w:rsid w:val="007E73F0"/>
    <w:rsid w:val="007F1BB3"/>
    <w:rsid w:val="007F40AF"/>
    <w:rsid w:val="00816D50"/>
    <w:rsid w:val="008246DA"/>
    <w:rsid w:val="0082512F"/>
    <w:rsid w:val="00851980"/>
    <w:rsid w:val="00866E00"/>
    <w:rsid w:val="008706BC"/>
    <w:rsid w:val="00885ED1"/>
    <w:rsid w:val="008928F1"/>
    <w:rsid w:val="00896030"/>
    <w:rsid w:val="008A4B39"/>
    <w:rsid w:val="008B0B2C"/>
    <w:rsid w:val="008B289F"/>
    <w:rsid w:val="008B34EC"/>
    <w:rsid w:val="008B502A"/>
    <w:rsid w:val="008B51CB"/>
    <w:rsid w:val="008C11A2"/>
    <w:rsid w:val="008C16D0"/>
    <w:rsid w:val="008C203E"/>
    <w:rsid w:val="008E4671"/>
    <w:rsid w:val="008E604A"/>
    <w:rsid w:val="008E72AD"/>
    <w:rsid w:val="008F1E11"/>
    <w:rsid w:val="00902401"/>
    <w:rsid w:val="00920456"/>
    <w:rsid w:val="009256BF"/>
    <w:rsid w:val="009353C0"/>
    <w:rsid w:val="00943A34"/>
    <w:rsid w:val="00971032"/>
    <w:rsid w:val="00973D9F"/>
    <w:rsid w:val="00983CA8"/>
    <w:rsid w:val="00987741"/>
    <w:rsid w:val="009902EA"/>
    <w:rsid w:val="009A38E8"/>
    <w:rsid w:val="009A5643"/>
    <w:rsid w:val="009A7126"/>
    <w:rsid w:val="009B054A"/>
    <w:rsid w:val="009B7439"/>
    <w:rsid w:val="009C44D4"/>
    <w:rsid w:val="009D42EF"/>
    <w:rsid w:val="009D442B"/>
    <w:rsid w:val="009E769A"/>
    <w:rsid w:val="009F41CB"/>
    <w:rsid w:val="00A0325E"/>
    <w:rsid w:val="00A051EA"/>
    <w:rsid w:val="00A06DEF"/>
    <w:rsid w:val="00A070CF"/>
    <w:rsid w:val="00A16A06"/>
    <w:rsid w:val="00A2748B"/>
    <w:rsid w:val="00A32919"/>
    <w:rsid w:val="00A3529F"/>
    <w:rsid w:val="00A366A5"/>
    <w:rsid w:val="00A37143"/>
    <w:rsid w:val="00A40668"/>
    <w:rsid w:val="00A54EBA"/>
    <w:rsid w:val="00A67263"/>
    <w:rsid w:val="00A67DD9"/>
    <w:rsid w:val="00A725F3"/>
    <w:rsid w:val="00A81A41"/>
    <w:rsid w:val="00A94E4E"/>
    <w:rsid w:val="00AA5C4E"/>
    <w:rsid w:val="00AA6285"/>
    <w:rsid w:val="00AA6963"/>
    <w:rsid w:val="00AB2D01"/>
    <w:rsid w:val="00AC41D4"/>
    <w:rsid w:val="00AD3C47"/>
    <w:rsid w:val="00AE6DD1"/>
    <w:rsid w:val="00AF22AC"/>
    <w:rsid w:val="00B02461"/>
    <w:rsid w:val="00B03C81"/>
    <w:rsid w:val="00B045E9"/>
    <w:rsid w:val="00B13E2D"/>
    <w:rsid w:val="00B16183"/>
    <w:rsid w:val="00B17B99"/>
    <w:rsid w:val="00B204A7"/>
    <w:rsid w:val="00B37D76"/>
    <w:rsid w:val="00B53B56"/>
    <w:rsid w:val="00B55F3C"/>
    <w:rsid w:val="00B611A0"/>
    <w:rsid w:val="00B63098"/>
    <w:rsid w:val="00B714DA"/>
    <w:rsid w:val="00B76295"/>
    <w:rsid w:val="00B92BBC"/>
    <w:rsid w:val="00BA1A0C"/>
    <w:rsid w:val="00BA32BE"/>
    <w:rsid w:val="00BB11FA"/>
    <w:rsid w:val="00BD033E"/>
    <w:rsid w:val="00BD3215"/>
    <w:rsid w:val="00BD431F"/>
    <w:rsid w:val="00BD499B"/>
    <w:rsid w:val="00BE00D8"/>
    <w:rsid w:val="00BE088D"/>
    <w:rsid w:val="00BE3A08"/>
    <w:rsid w:val="00BF3336"/>
    <w:rsid w:val="00BF410F"/>
    <w:rsid w:val="00BF50B4"/>
    <w:rsid w:val="00C03183"/>
    <w:rsid w:val="00C069CB"/>
    <w:rsid w:val="00C11871"/>
    <w:rsid w:val="00C17C9F"/>
    <w:rsid w:val="00C30EB7"/>
    <w:rsid w:val="00C330EE"/>
    <w:rsid w:val="00C341AE"/>
    <w:rsid w:val="00C3458B"/>
    <w:rsid w:val="00C37764"/>
    <w:rsid w:val="00C44998"/>
    <w:rsid w:val="00C61BA2"/>
    <w:rsid w:val="00C65D22"/>
    <w:rsid w:val="00C722E3"/>
    <w:rsid w:val="00C9223A"/>
    <w:rsid w:val="00C92328"/>
    <w:rsid w:val="00C96896"/>
    <w:rsid w:val="00CB00F0"/>
    <w:rsid w:val="00CC1D26"/>
    <w:rsid w:val="00CC4512"/>
    <w:rsid w:val="00CC7605"/>
    <w:rsid w:val="00CD2598"/>
    <w:rsid w:val="00CD374E"/>
    <w:rsid w:val="00CD73B8"/>
    <w:rsid w:val="00CE118B"/>
    <w:rsid w:val="00CF44E6"/>
    <w:rsid w:val="00CF51CD"/>
    <w:rsid w:val="00D042AA"/>
    <w:rsid w:val="00D04E93"/>
    <w:rsid w:val="00D05C2F"/>
    <w:rsid w:val="00D149AB"/>
    <w:rsid w:val="00D177E8"/>
    <w:rsid w:val="00D20A9A"/>
    <w:rsid w:val="00D257C1"/>
    <w:rsid w:val="00D32775"/>
    <w:rsid w:val="00D33AAF"/>
    <w:rsid w:val="00D35F18"/>
    <w:rsid w:val="00D514EC"/>
    <w:rsid w:val="00D659D6"/>
    <w:rsid w:val="00D7014C"/>
    <w:rsid w:val="00D70CBD"/>
    <w:rsid w:val="00D8149A"/>
    <w:rsid w:val="00D85C0E"/>
    <w:rsid w:val="00D9287E"/>
    <w:rsid w:val="00D93BEB"/>
    <w:rsid w:val="00D94ED8"/>
    <w:rsid w:val="00D97A66"/>
    <w:rsid w:val="00DB26CA"/>
    <w:rsid w:val="00DB5983"/>
    <w:rsid w:val="00DB59AB"/>
    <w:rsid w:val="00DC2854"/>
    <w:rsid w:val="00DD5ED6"/>
    <w:rsid w:val="00DE51A7"/>
    <w:rsid w:val="00DE5677"/>
    <w:rsid w:val="00DF53B8"/>
    <w:rsid w:val="00DF5923"/>
    <w:rsid w:val="00DF7E89"/>
    <w:rsid w:val="00E56333"/>
    <w:rsid w:val="00E5725B"/>
    <w:rsid w:val="00E664D3"/>
    <w:rsid w:val="00E87BE4"/>
    <w:rsid w:val="00E926FF"/>
    <w:rsid w:val="00EB13A5"/>
    <w:rsid w:val="00EC1713"/>
    <w:rsid w:val="00ED16FE"/>
    <w:rsid w:val="00EE1B93"/>
    <w:rsid w:val="00EF006E"/>
    <w:rsid w:val="00EF3D52"/>
    <w:rsid w:val="00EF5FC4"/>
    <w:rsid w:val="00F02697"/>
    <w:rsid w:val="00F53D70"/>
    <w:rsid w:val="00F57A92"/>
    <w:rsid w:val="00F623A7"/>
    <w:rsid w:val="00F67CC7"/>
    <w:rsid w:val="00F772F5"/>
    <w:rsid w:val="00F82196"/>
    <w:rsid w:val="00F85424"/>
    <w:rsid w:val="00F918B5"/>
    <w:rsid w:val="00F93C16"/>
    <w:rsid w:val="00FA1990"/>
    <w:rsid w:val="00FA519A"/>
    <w:rsid w:val="00FA5711"/>
    <w:rsid w:val="00FA7A08"/>
    <w:rsid w:val="00FB5CBF"/>
    <w:rsid w:val="00FB6D80"/>
    <w:rsid w:val="00FD47DF"/>
    <w:rsid w:val="00FD69C6"/>
    <w:rsid w:val="00FE143E"/>
    <w:rsid w:val="00FE2E11"/>
    <w:rsid w:val="00FF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0BAD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0771E2"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59"/>
    <w:rsid w:val="000771E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040BFA"/>
    <w:rPr>
      <w:strike w:val="0"/>
      <w:dstrike w:val="0"/>
      <w:color w:val="337AB7"/>
      <w:u w:val="none"/>
      <w:effect w:val="none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0771E2"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59"/>
    <w:rsid w:val="000771E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040BFA"/>
    <w:rPr>
      <w:strike w:val="0"/>
      <w:dstrike w:val="0"/>
      <w:color w:val="337AB7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2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03255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932337">
                  <w:marLeft w:val="0"/>
                  <w:marRight w:val="0"/>
                  <w:marTop w:val="2325"/>
                  <w:marBottom w:val="2325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208059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9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485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22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422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10994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single" w:sz="6" w:space="0" w:color="DBDCD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340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5" w:color="DBDCDC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34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3180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6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93173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1590">
                  <w:marLeft w:val="0"/>
                  <w:marRight w:val="0"/>
                  <w:marTop w:val="2325"/>
                  <w:marBottom w:val="2325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173469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51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44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7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324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74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05351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single" w:sz="6" w:space="0" w:color="DBDCD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402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5" w:color="DBDCDC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9138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2428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3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7683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4421">
                  <w:marLeft w:val="0"/>
                  <w:marRight w:val="0"/>
                  <w:marTop w:val="2325"/>
                  <w:marBottom w:val="2325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158737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35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53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74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804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024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108557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single" w:sz="6" w:space="0" w:color="DBDCD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082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5" w:color="DBDCDC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507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560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200&#1054;.99.0.&#1041;&#1041;82&#1040;&#1040;02000" TargetMode="External"/><Relationship Id="rId18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0;48000" TargetMode="External"/><Relationship Id="rId26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6;&#1077;&#1075;&#1080;&#1086;&#1085;&#1072;&#1083;&#1100;&#1085;&#1099;&#1077;%20&#1087;&#1077;&#1088;&#1077;&#1095;&#1085;&#1080;%20(&#1082;&#1083;&#1072;&#1089;&#1089;&#1080;&#1092;&#1080;&#1082;&#1072;&#1090;&#1086;&#1088;&#1099;)%20&#1091;&#1089;&#1083;&#1091;&#1075;%20&#1080;%20&#1088;&#1072;&#1073;&#1086;&#1090;/&#1056;&#1077;&#1077;&#1089;&#1090;&#1088;&#1086;&#1074;&#1099;&#1077;%20&#1079;&#1072;&#1087;&#1080;&#1089;&#1080;?regnumber=910210.&#1056;.57.1.32320001002" TargetMode="External"/><Relationship Id="rId39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2;16000" TargetMode="External"/><Relationship Id="rId3" Type="http://schemas.openxmlformats.org/officeDocument/2006/relationships/styles" Target="styles.xml"/><Relationship Id="rId21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2;16000" TargetMode="External"/><Relationship Id="rId34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100&#1054;.99.0.&#1041;&#1041;83&#1040;&#1040;02000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200&#1054;.99.0.&#1041;&#1041;82&#1040;&#1040;01000" TargetMode="External"/><Relationship Id="rId17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4200&#1054;.99.0.&#1041;&#1041;52&#1040;&#1047;44000" TargetMode="External"/><Relationship Id="rId25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6;&#1077;&#1075;&#1080;&#1086;&#1085;&#1072;&#1083;&#1100;&#1085;&#1099;&#1077;%20&#1087;&#1077;&#1088;&#1077;&#1095;&#1085;&#1080;%20(&#1082;&#1083;&#1072;&#1089;&#1089;&#1080;&#1092;&#1080;&#1082;&#1072;&#1090;&#1086;&#1088;&#1099;)%20&#1091;&#1089;&#1083;&#1091;&#1075;%20&#1080;%20&#1088;&#1072;&#1073;&#1086;&#1090;/&#1056;&#1077;&#1077;&#1089;&#1090;&#1088;&#1086;&#1074;&#1099;&#1077;%20&#1079;&#1072;&#1087;&#1080;&#1089;&#1080;?regnumber=910210.&#1056;.57.1.30410001002" TargetMode="External"/><Relationship Id="rId33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100&#1054;.99.0.&#1041;&#1041;83&#1040;&#1040;01000" TargetMode="External"/><Relationship Id="rId38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1;600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100&#1054;.99.0.&#1041;&#1041;83&#1040;&#1040;02000" TargetMode="External"/><Relationship Id="rId20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1;60000" TargetMode="External"/><Relationship Id="rId29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200&#1054;.99.0.&#1041;&#1041;82&#1040;&#1040;00000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200&#1054;.99.0.&#1041;&#1041;82&#1040;&#1040;00000" TargetMode="External"/><Relationship Id="rId24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6;&#1077;&#1075;&#1080;&#1086;&#1085;&#1072;&#1083;&#1100;&#1085;&#1099;&#1077;%20&#1087;&#1077;&#1088;&#1077;&#1095;&#1085;&#1080;%20(&#1082;&#1083;&#1072;&#1089;&#1089;&#1080;&#1092;&#1080;&#1082;&#1072;&#1090;&#1086;&#1088;&#1099;)%20&#1091;&#1089;&#1083;&#1091;&#1075;%20&#1080;%20&#1088;&#1072;&#1073;&#1086;&#1090;/&#1056;&#1077;&#1077;&#1089;&#1090;&#1088;&#1086;&#1074;&#1099;&#1077;%20&#1079;&#1072;&#1087;&#1080;&#1089;&#1080;?regnumber=910210.&#1056;.57.1.32120001002" TargetMode="External"/><Relationship Id="rId32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100&#1054;.99.0.&#1041;&#1041;83&#1040;&#1040;00000" TargetMode="External"/><Relationship Id="rId37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1;04000" TargetMode="External"/><Relationship Id="rId40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4;1600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100&#1054;.99.0.&#1041;&#1041;83&#1040;&#1040;01000" TargetMode="External"/><Relationship Id="rId23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6;&#1077;&#1075;&#1080;&#1086;&#1085;&#1072;&#1083;&#1100;&#1085;&#1099;&#1077;%20&#1087;&#1077;&#1088;&#1077;&#1095;&#1085;&#1080;%20(&#1082;&#1083;&#1072;&#1089;&#1089;&#1080;&#1092;&#1080;&#1082;&#1072;&#1090;&#1086;&#1088;&#1099;)%20&#1091;&#1089;&#1083;&#1091;&#1075;%20&#1080;%20&#1088;&#1072;&#1073;&#1086;&#1090;/&#1056;&#1077;&#1077;&#1089;&#1090;&#1088;&#1086;&#1074;&#1099;&#1077;%20&#1079;&#1072;&#1087;&#1080;&#1089;&#1080;?regnumber=591212.P.57.1.70120001001" TargetMode="External"/><Relationship Id="rId28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49916&#1054;.99.0.&#1041;&#1041;78&#1040;&#1040;00000" TargetMode="External"/><Relationship Id="rId36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0;48000" TargetMode="External"/><Relationship Id="rId10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49916&#1054;.99.0.&#1041;&#1041;78&#1040;&#1040;00000" TargetMode="External"/><Relationship Id="rId19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1;04000" TargetMode="External"/><Relationship Id="rId31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200&#1054;.99.0.&#1041;&#1041;82&#1040;&#1040;020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00400&#1054;.99.0.&#1041;&#1041;72&#1040;&#1040;00001" TargetMode="External"/><Relationship Id="rId14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100&#1054;.99.0.&#1041;&#1041;83&#1040;&#1040;00000" TargetMode="External"/><Relationship Id="rId22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4;16000" TargetMode="External"/><Relationship Id="rId27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00400&#1054;.99.0.&#1041;&#1041;72&#1040;&#1040;00001" TargetMode="External"/><Relationship Id="rId30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200&#1054;.99.0.&#1041;&#1041;82&#1040;&#1040;01000" TargetMode="External"/><Relationship Id="rId35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4200&#1054;.99.0.&#1041;&#1041;52&#1040;&#1047;44000" TargetMode="External"/><Relationship Id="rId43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7F2611-9DAD-4DDA-BB4B-39F4CE3F4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6</Pages>
  <Words>841</Words>
  <Characters>18893</Characters>
  <Application>Microsoft Office Word</Application>
  <DocSecurity>0</DocSecurity>
  <Lines>157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19695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2023-11-24T04:37:00Z</cp:lastPrinted>
  <dcterms:created xsi:type="dcterms:W3CDTF">2023-11-27T09:56:00Z</dcterms:created>
  <dcterms:modified xsi:type="dcterms:W3CDTF">2023-11-27T09:56:00Z</dcterms:modified>
</cp:coreProperties>
</file>